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B0F" w:rsidRDefault="00AA3B0F" w:rsidP="000F665D">
      <w:r>
        <w:t xml:space="preserve">...:::..SeNoRiTa kLaUdYtZa..:::...: </w:t>
      </w:r>
    </w:p>
    <w:p w:rsidR="00AA3B0F" w:rsidRDefault="00AA3B0F" w:rsidP="000F665D">
      <w:r>
        <w:t>@ndyyy Andrei has joined the conference.</w:t>
      </w:r>
    </w:p>
    <w:p w:rsidR="00AA3B0F" w:rsidRDefault="00AA3B0F" w:rsidP="000F665D"/>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has joined the conference.</w:t>
      </w:r>
    </w:p>
    <w:p w:rsidR="00AA3B0F" w:rsidRDefault="00AA3B0F" w:rsidP="000F665D"/>
    <w:p w:rsidR="00AA3B0F" w:rsidRDefault="00AA3B0F" w:rsidP="000F665D">
      <w:r>
        <w:t xml:space="preserve">...:::..SeNoRiTa kLaUdYtZa..:::...: Ceau </w:t>
      </w:r>
    </w:p>
    <w:p w:rsidR="00AA3B0F" w:rsidRDefault="00AA3B0F" w:rsidP="000F665D">
      <w:r>
        <w:t>@ndyyy Andrei: sall</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ceau</w:t>
      </w:r>
    </w:p>
    <w:p w:rsidR="00AA3B0F" w:rsidRDefault="00AA3B0F" w:rsidP="000F665D">
      <w:r>
        <w:t>Florin Cornea: Reguli:</w:t>
      </w:r>
    </w:p>
    <w:p w:rsidR="00AA3B0F" w:rsidRDefault="00AA3B0F" w:rsidP="000F665D">
      <w:r>
        <w:t>Florin Cornea: 1 NU INJURAM</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t>stefy roberta: bag`o si pe clau</w:t>
      </w:r>
    </w:p>
    <w:p w:rsidR="00AA3B0F" w:rsidRDefault="00AA3B0F" w:rsidP="000F665D">
      <w:r>
        <w:t>...:::..SeNoRiTa kLaUdYtZa..:::...: Aloo!!!!!</w:t>
      </w:r>
    </w:p>
    <w:p w:rsidR="00AA3B0F" w:rsidRDefault="00AA3B0F" w:rsidP="000F665D">
      <w:r>
        <w:t>Florin Cornea: si nu vorbim vulgar</w:t>
      </w:r>
    </w:p>
    <w:p w:rsidR="00AA3B0F" w:rsidRDefault="00AA3B0F" w:rsidP="000F665D">
      <w:r>
        <w:t>@ndyyy Andrei: nu se vede la toti</w:t>
      </w:r>
    </w:p>
    <w:p w:rsidR="00AA3B0F" w:rsidRDefault="00AA3B0F" w:rsidP="000F665D">
      <w:r>
        <w:t xml:space="preserve">@ndyyy Andrei: </w:t>
      </w:r>
    </w:p>
    <w:p w:rsidR="00AA3B0F" w:rsidRDefault="00AA3B0F" w:rsidP="000F665D">
      <w:r>
        <w:t>Florin Cornea: !!</w:t>
      </w:r>
    </w:p>
    <w:p w:rsidR="00AA3B0F" w:rsidRDefault="00AA3B0F" w:rsidP="000F665D">
      <w:r>
        <w:t>...:::..SeNoRiTa kLaUdYtZa..:::...: Vedeti ce scriu?</w:t>
      </w:r>
    </w:p>
    <w:p w:rsidR="00AA3B0F" w:rsidRDefault="00AA3B0F" w:rsidP="000F665D">
      <w:r>
        <w:t>@ndyyy Andrei: da da</w:t>
      </w:r>
    </w:p>
    <w:p w:rsidR="00AA3B0F" w:rsidRDefault="00AA3B0F" w:rsidP="000F665D">
      <w:r>
        <w:t>Florin Cornea: (stim noi dece)</w:t>
      </w:r>
    </w:p>
    <w:p w:rsidR="00AA3B0F" w:rsidRDefault="00AA3B0F" w:rsidP="000F665D">
      <w:r>
        <w:t>@ndyyy Andrei: vedem</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t>@ndyyy Andrei: deci ramane intrebarea 1 asa</w:t>
      </w:r>
    </w:p>
    <w:p w:rsidR="00AA3B0F" w:rsidRDefault="00AA3B0F" w:rsidP="000F665D">
      <w:r>
        <w:t>@ndyyy Andrei: ?</w:t>
      </w:r>
    </w:p>
    <w:p w:rsidR="00AA3B0F" w:rsidRDefault="00AA3B0F" w:rsidP="000F665D">
      <w:r>
        <w:t xml:space="preserve">@ndyyy Andrei: </w:t>
      </w:r>
    </w:p>
    <w:p w:rsidR="00AA3B0F" w:rsidRDefault="00AA3B0F" w:rsidP="000F665D">
      <w:r>
        <w:t>Florin Cornea: scrie</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heiii</w:t>
      </w:r>
    </w:p>
    <w:p w:rsidR="00AA3B0F" w:rsidRDefault="00AA3B0F" w:rsidP="000F665D">
      <w:r>
        <w:t>Florin Cornea: intrebarea 1</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ce intrebare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ce raspuns</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w:t>
      </w:r>
    </w:p>
    <w:p w:rsidR="00AA3B0F" w:rsidRDefault="00AA3B0F" w:rsidP="000F665D">
      <w:r>
        <w:t>@ndyyy Andrei: Este matematica o interfaţă a cotidianului?</w:t>
      </w:r>
    </w:p>
    <w:p w:rsidR="00AA3B0F" w:rsidRDefault="00AA3B0F" w:rsidP="000F665D">
      <w:r>
        <w:t>@ndyyy Andrei: este da?</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eah</w:t>
      </w:r>
    </w:p>
    <w:p w:rsidR="00AA3B0F" w:rsidRDefault="00AA3B0F" w:rsidP="000F665D">
      <w:r>
        <w:t>@ndyyy Andrei: sa formulam corect</w:t>
      </w:r>
    </w:p>
    <w:p w:rsidR="00AA3B0F" w:rsidRDefault="00AA3B0F" w:rsidP="000F665D">
      <w:r>
        <w:t xml:space="preserve">@ndyyy Andrei: </w:t>
      </w:r>
    </w:p>
    <w:p w:rsidR="00AA3B0F" w:rsidRDefault="00AA3B0F" w:rsidP="000F665D">
      <w:r>
        <w:t xml:space="preserve">@ndyyy Andrei: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t xml:space="preserve">@ndyyy Andrei: </w:t>
      </w:r>
    </w:p>
    <w:p w:rsidR="00AA3B0F" w:rsidRDefault="00AA3B0F" w:rsidP="000F665D">
      <w:r>
        <w:t>@ndyyy Andrei: deci uitati-va</w:t>
      </w:r>
    </w:p>
    <w:p w:rsidR="00AA3B0F" w:rsidRDefault="00AA3B0F" w:rsidP="000F665D">
      <w:r>
        <w:t>@ndyyy Andrei: cornea da-o aai facut in word</w:t>
      </w:r>
    </w:p>
    <w:p w:rsidR="00AA3B0F" w:rsidRDefault="00AA3B0F" w:rsidP="000F665D">
      <w:r>
        <w:t>@ndyyy Andrei: :-0"</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bine</w:t>
      </w:r>
    </w:p>
    <w:p w:rsidR="00AA3B0F" w:rsidRDefault="00AA3B0F" w:rsidP="000F665D">
      <w:r>
        <w:t xml:space="preserve">@ndyyy Andrei: </w:t>
      </w:r>
    </w:p>
    <w:p w:rsidR="00AA3B0F" w:rsidRDefault="00AA3B0F" w:rsidP="000F665D">
      <w:r>
        <w:t>Florin Cornea: tu scrie</w:t>
      </w:r>
    </w:p>
    <w:p w:rsidR="00AA3B0F" w:rsidRDefault="00AA3B0F" w:rsidP="000F665D">
      <w:r>
        <w:t>Florin Cornea: intrebarea</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io</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w:t>
      </w:r>
    </w:p>
    <w:p w:rsidR="00AA3B0F" w:rsidRDefault="00AA3B0F" w:rsidP="000F665D">
      <w:r>
        <w:t>@ndyyy Andrei: am scris-o</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aa</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t>Florin Cornea: sa mearga totul ca la carte</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clar</w:t>
      </w:r>
    </w:p>
    <w:p w:rsidR="00AA3B0F" w:rsidRDefault="00AA3B0F" w:rsidP="000F665D">
      <w:r>
        <w:t>@ndyyy Andrei: Este matematica o interfaţă a cotidianului?</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t>Florin Cornea: asa</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stefiiii</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t xml:space="preserve">@ndyyy Andrei: estei </w:t>
      </w:r>
    </w:p>
    <w:p w:rsidR="00AA3B0F" w:rsidRDefault="00AA3B0F" w:rsidP="000F665D">
      <w:r>
        <w:t>@ndyyy Andrei: eeste'</w:t>
      </w:r>
    </w:p>
    <w:p w:rsidR="00AA3B0F" w:rsidRDefault="00AA3B0F" w:rsidP="000F665D">
      <w:r>
        <w:t xml:space="preserve">@ndyyy Andrei: inca din istorie </w:t>
      </w:r>
    </w:p>
    <w:p w:rsidR="00AA3B0F" w:rsidRDefault="00AA3B0F" w:rsidP="000F665D">
      <w:r>
        <w:t>@ndyyy Andrei: ia sa formulam ca lumea</w:t>
      </w:r>
    </w:p>
    <w:p w:rsidR="00AA3B0F" w:rsidRDefault="00AA3B0F" w:rsidP="000F665D">
      <w:r>
        <w:t>Florin Cornea: Inca din cele mai vechi timpuri, matematica a fost folosita in viata cotidiana. Toate Constructiile au fost proiectate cu ajutorul cunostintelor geometrice. Au existat de-alungul vremii anumite sclipiriri ale gandirii unor proiectanti care au reusti sa creeze anumite opere de arta cu ajutorur cunostintelor matematice si a imaginatiei..., opere care trec de nivelul ratiunii omului simplu.</w:t>
      </w:r>
    </w:p>
    <w:p w:rsidR="00AA3B0F" w:rsidRDefault="00AA3B0F" w:rsidP="000F665D">
      <w:r>
        <w:t xml:space="preserve">@ndyyy Andrei: dap </w:t>
      </w:r>
    </w:p>
    <w:p w:rsidR="00AA3B0F" w:rsidRDefault="00AA3B0F" w:rsidP="000F665D">
      <w:r>
        <w:t>@ndyyy Andrei: asa</w:t>
      </w:r>
    </w:p>
    <w:p w:rsidR="00AA3B0F" w:rsidRDefault="00AA3B0F" w:rsidP="000F665D">
      <w:r>
        <w:t xml:space="preserve">@ndyyy Andrei: </w:t>
      </w:r>
    </w:p>
    <w:p w:rsidR="00AA3B0F" w:rsidRDefault="00AA3B0F" w:rsidP="000F665D">
      <w:r>
        <w:t>Florin Cornea: e bine</w:t>
      </w:r>
    </w:p>
    <w:p w:rsidR="00AA3B0F" w:rsidRDefault="00AA3B0F" w:rsidP="000F665D">
      <w:r>
        <w:t>@ndyyy Andrei: ratiunea si istorie constructii si alea</w:t>
      </w:r>
    </w:p>
    <w:p w:rsidR="00AA3B0F" w:rsidRDefault="00AA3B0F" w:rsidP="000F665D">
      <w:r>
        <w:t>@ndyyy Andrei: ii bine</w:t>
      </w:r>
    </w:p>
    <w:p w:rsidR="00AA3B0F" w:rsidRDefault="00AA3B0F" w:rsidP="000F665D">
      <w:r>
        <w:t>@ndyyy Andrei: ;0</w:t>
      </w:r>
    </w:p>
    <w:p w:rsidR="00AA3B0F" w:rsidRDefault="00AA3B0F" w:rsidP="000F665D">
      <w:r>
        <w:t xml:space="preserve">@ndyyy Andrei: </w:t>
      </w:r>
    </w:p>
    <w:p w:rsidR="00AA3B0F" w:rsidRDefault="00AA3B0F" w:rsidP="000F665D">
      <w:r>
        <w:t>@ndyyy Andrei: bon</w:t>
      </w:r>
    </w:p>
    <w:p w:rsidR="00AA3B0F" w:rsidRDefault="00AA3B0F" w:rsidP="000F665D">
      <w:r>
        <w:t>Florin Cornea: vreau mai multe pareri</w:t>
      </w:r>
    </w:p>
    <w:p w:rsidR="00AA3B0F" w:rsidRDefault="00AA3B0F" w:rsidP="000F665D">
      <w:r>
        <w:t>@ndyyy Andrei: intrebarea 2 oameni buni</w:t>
      </w:r>
    </w:p>
    <w:p w:rsidR="00AA3B0F" w:rsidRDefault="00AA3B0F" w:rsidP="000F665D">
      <w:r>
        <w:t xml:space="preserve">@ndyyy Andrei: e buna </w:t>
      </w:r>
    </w:p>
    <w:p w:rsidR="00AA3B0F" w:rsidRDefault="00AA3B0F" w:rsidP="000F665D">
      <w:r>
        <w:t xml:space="preserve">@ndyyy Andrei: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ii perfect!</w:t>
      </w:r>
    </w:p>
    <w:p w:rsidR="00AA3B0F" w:rsidRDefault="00AA3B0F" w:rsidP="000F665D">
      <w:r>
        <w:t xml:space="preserve">@ndyyy Andrei: da tre sa zicem </w:t>
      </w:r>
    </w:p>
    <w:p w:rsidR="00AA3B0F" w:rsidRDefault="00AA3B0F" w:rsidP="000F665D">
      <w:r>
        <w:t>@ndyyy Andrei: nu am mai putea adauga</w:t>
      </w:r>
    </w:p>
    <w:p w:rsidR="00AA3B0F" w:rsidRDefault="00AA3B0F" w:rsidP="000F665D">
      <w:r>
        <w:t xml:space="preserve">@ndyyy Andrei: </w:t>
      </w:r>
    </w:p>
    <w:p w:rsidR="00AA3B0F" w:rsidRDefault="00AA3B0F" w:rsidP="000F665D">
      <w:r>
        <w:t>@ndyyy Andrei: ?</w:t>
      </w:r>
    </w:p>
    <w:p w:rsidR="00AA3B0F" w:rsidRDefault="00AA3B0F" w:rsidP="000F665D">
      <w:r>
        <w:t>@ndyyy Andrei: exemple</w:t>
      </w:r>
    </w:p>
    <w:p w:rsidR="00AA3B0F" w:rsidRDefault="00AA3B0F" w:rsidP="000F665D">
      <w:r>
        <w:t>@ndyyy Andrei: dovezi</w:t>
      </w:r>
    </w:p>
    <w:p w:rsidR="00AA3B0F" w:rsidRDefault="00AA3B0F" w:rsidP="000F665D">
      <w:r>
        <w:t>@ndyyy Andrei: piramidele</w:t>
      </w:r>
    </w:p>
    <w:p w:rsidR="00AA3B0F" w:rsidRDefault="00AA3B0F" w:rsidP="000F665D">
      <w:r>
        <w:t>@ndyyy Andrei: turnu eifel</w:t>
      </w:r>
    </w:p>
    <w:p w:rsidR="00AA3B0F" w:rsidRDefault="00AA3B0F" w:rsidP="000F665D">
      <w:r>
        <w:t xml:space="preserve">@ndyyy Andrei: sti tu </w:t>
      </w:r>
    </w:p>
    <w:p w:rsidR="00AA3B0F" w:rsidRDefault="00AA3B0F" w:rsidP="000F665D">
      <w:r>
        <w:t>@ndyyy Andrei: alea lea</w:t>
      </w:r>
    </w:p>
    <w:p w:rsidR="00AA3B0F" w:rsidRDefault="00AA3B0F" w:rsidP="000F665D">
      <w:r>
        <w:t>@ndyyy Andrei: alea'</w:t>
      </w:r>
    </w:p>
    <w:p w:rsidR="00AA3B0F" w:rsidRDefault="00AA3B0F" w:rsidP="000F665D">
      <w:r>
        <w:t xml:space="preserve">Florin Cornea: opera </w:t>
      </w:r>
    </w:p>
    <w:p w:rsidR="00AA3B0F" w:rsidRDefault="00AA3B0F" w:rsidP="000F665D">
      <w:r>
        <w:t xml:space="preserve">@ndyyy Andrei: sa punem ceva poze la intrebarea asta </w:t>
      </w:r>
    </w:p>
    <w:p w:rsidR="00AA3B0F" w:rsidRDefault="00AA3B0F" w:rsidP="000F665D">
      <w:r>
        <w:t xml:space="preserve">@ndyyy Andrei: </w:t>
      </w:r>
    </w:p>
    <w:p w:rsidR="00AA3B0F" w:rsidRDefault="00AA3B0F" w:rsidP="000F665D">
      <w:r>
        <w:t>Florin Cornea: din Cidney</w:t>
      </w:r>
    </w:p>
    <w:p w:rsidR="00AA3B0F" w:rsidRDefault="00AA3B0F" w:rsidP="000F665D">
      <w:r>
        <w:t>Florin Cornea: si multe altele</w:t>
      </w:r>
    </w:p>
    <w:p w:rsidR="00AA3B0F" w:rsidRDefault="00AA3B0F" w:rsidP="000F665D">
      <w:r>
        <w:t>@ndyyy Andrei: sfinxu</w:t>
      </w:r>
    </w:p>
    <w:p w:rsidR="00AA3B0F" w:rsidRDefault="00AA3B0F" w:rsidP="000F665D">
      <w:r>
        <w:t xml:space="preserve">@ndyyy Andrei: </w:t>
      </w:r>
    </w:p>
    <w:p w:rsidR="00AA3B0F" w:rsidRDefault="00AA3B0F" w:rsidP="000F665D">
      <w:r>
        <w:t>Florin Cornea: turnurile gemene</w:t>
      </w:r>
    </w:p>
    <w:p w:rsidR="00AA3B0F" w:rsidRDefault="00AA3B0F" w:rsidP="000F665D">
      <w:r>
        <w:t>Florin Cornea: turnul efel</w:t>
      </w:r>
    </w:p>
    <w:p w:rsidR="00AA3B0F" w:rsidRDefault="00AA3B0F" w:rsidP="000F665D">
      <w:r>
        <w:t>@ndyyy Andrei: exact</w:t>
      </w:r>
    </w:p>
    <w:p w:rsidR="00AA3B0F" w:rsidRDefault="00AA3B0F" w:rsidP="000F665D">
      <w:r>
        <w:t xml:space="preserve">@ndyyy Andrei: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iauzi</w:t>
      </w:r>
    </w:p>
    <w:p w:rsidR="00AA3B0F" w:rsidRDefault="00AA3B0F" w:rsidP="000F665D">
      <w:r>
        <w:t>@ndyyy Andrei: am zis</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t>@ndyyy Andrei: si ala din italia</w:t>
      </w:r>
    </w:p>
    <w:p w:rsidR="00AA3B0F" w:rsidRDefault="00AA3B0F" w:rsidP="000F665D">
      <w:r>
        <w:t>@ndyyy Andrei: de la romana</w:t>
      </w:r>
    </w:p>
    <w:p w:rsidR="00AA3B0F" w:rsidRDefault="00AA3B0F" w:rsidP="000F665D">
      <w:r>
        <w:t>@ndyyy Andrei: cum se zice amu ca am uitat</w:t>
      </w:r>
    </w:p>
    <w:p w:rsidR="00AA3B0F" w:rsidRDefault="00AA3B0F" w:rsidP="000F665D">
      <w:r>
        <w:t>@ndyyy Andrei: arena aia unde se bateau gladiatorii</w:t>
      </w:r>
    </w:p>
    <w:p w:rsidR="00AA3B0F" w:rsidRDefault="00AA3B0F" w:rsidP="000F665D">
      <w:r>
        <w:t>@ndyyy Andrei: of</w:t>
      </w:r>
    </w:p>
    <w:p w:rsidR="00AA3B0F" w:rsidRDefault="00AA3B0F" w:rsidP="000F665D">
      <w:r>
        <w:t>Florin Cornea: coloseumul</w:t>
      </w:r>
    </w:p>
    <w:p w:rsidR="00AA3B0F" w:rsidRDefault="00AA3B0F" w:rsidP="000F665D">
      <w:r>
        <w:t>@ndyyy Andrei: daaaaa</w:t>
      </w:r>
    </w:p>
    <w:p w:rsidR="00AA3B0F" w:rsidRDefault="00AA3B0F" w:rsidP="000F665D">
      <w:r>
        <w:t>@ndyyy Andrei: asa</w:t>
      </w:r>
    </w:p>
    <w:p w:rsidR="00AA3B0F" w:rsidRDefault="00AA3B0F" w:rsidP="000F665D">
      <w:r>
        <w:t>Florin Cornea: si mai e ceva</w:t>
      </w:r>
    </w:p>
    <w:p w:rsidR="00AA3B0F" w:rsidRDefault="00AA3B0F" w:rsidP="000F665D">
      <w:r>
        <w:t xml:space="preserve">@ndyyy Andrei: </w:t>
      </w:r>
    </w:p>
    <w:p w:rsidR="00AA3B0F" w:rsidRDefault="00AA3B0F" w:rsidP="000F665D">
      <w:r>
        <w:t>Florin Cornea: nu-mi amintesc</w:t>
      </w:r>
    </w:p>
    <w:p w:rsidR="00AA3B0F" w:rsidRDefault="00AA3B0F" w:rsidP="000F665D">
      <w:r>
        <w:t>@ndyyy Andrei: pundem poze cu alea pe fundal</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da ocrnea mi`ai luat`o inainte</w:t>
      </w:r>
    </w:p>
    <w:p w:rsidR="00AA3B0F" w:rsidRDefault="00AA3B0F" w:rsidP="000F665D">
      <w:r>
        <w:t>Florin Cornea: tot in Europa</w:t>
      </w:r>
    </w:p>
    <w:p w:rsidR="00AA3B0F" w:rsidRDefault="00AA3B0F" w:rsidP="000F665D">
      <w:r>
        <w:t>@ndyyy Andrei: partenonul</w:t>
      </w:r>
    </w:p>
    <w:p w:rsidR="00AA3B0F" w:rsidRDefault="00AA3B0F" w:rsidP="000F665D">
      <w:r>
        <w:t>@ndyyy Andrei: D:</w:t>
      </w:r>
    </w:p>
    <w:p w:rsidR="00AA3B0F" w:rsidRDefault="00AA3B0F" w:rsidP="000F665D">
      <w:r>
        <w:t xml:space="preserve">@ndyyy Andrei: </w:t>
      </w:r>
    </w:p>
    <w:p w:rsidR="00AA3B0F" w:rsidRDefault="00AA3B0F" w:rsidP="000F665D">
      <w:r>
        <w:t>Florin Cornea: nu</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ce mai ii si ala</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w:t>
      </w:r>
    </w:p>
    <w:p w:rsidR="00AA3B0F" w:rsidRDefault="00AA3B0F" w:rsidP="000F665D">
      <w:r>
        <w:t>Florin Cornea: o chestie descoperita acum</w:t>
      </w:r>
    </w:p>
    <w:p w:rsidR="00AA3B0F" w:rsidRDefault="00AA3B0F" w:rsidP="000F665D">
      <w:r>
        <w:t>Florin Cornea: recent</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t>Florin Cornea: care da peste cap</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inteleg</w:t>
      </w:r>
    </w:p>
    <w:p w:rsidR="00AA3B0F" w:rsidRDefault="00AA3B0F" w:rsidP="000F665D">
      <w:r>
        <w:t>Florin Cornea: 2000 de ani de istore</w:t>
      </w:r>
    </w:p>
    <w:p w:rsidR="00AA3B0F" w:rsidRDefault="00AA3B0F" w:rsidP="000F665D">
      <w:r>
        <w:t>Florin Cornea: si inovatie</w:t>
      </w:r>
    </w:p>
    <w:p w:rsidR="00AA3B0F" w:rsidRDefault="00AA3B0F" w:rsidP="000F665D">
      <w:r>
        <w:t>Florin Cornea: un conducator din trecut</w:t>
      </w:r>
    </w:p>
    <w:p w:rsidR="00AA3B0F" w:rsidRDefault="00AA3B0F" w:rsidP="000F665D">
      <w:r>
        <w:t>Florin Cornea: avea o arena</w:t>
      </w:r>
    </w:p>
    <w:p w:rsidR="00AA3B0F" w:rsidRDefault="00AA3B0F" w:rsidP="000F665D">
      <w:r>
        <w:t>Florin Cornea: care se putea roti</w:t>
      </w:r>
    </w:p>
    <w:p w:rsidR="00AA3B0F" w:rsidRDefault="00AA3B0F" w:rsidP="000F665D">
      <w:r>
        <w:t>@ndyyy Andrei: ii un templu mai</w:t>
      </w:r>
    </w:p>
    <w:p w:rsidR="00AA3B0F" w:rsidRDefault="00AA3B0F" w:rsidP="000F665D">
      <w:r>
        <w:t>@ndyyy Andrei: inchinat unei zeite stiu eu</w:t>
      </w:r>
    </w:p>
    <w:p w:rsidR="00AA3B0F" w:rsidRDefault="00AA3B0F" w:rsidP="000F665D">
      <w:r>
        <w:t>Florin Cornea: si cum se numea?</w:t>
      </w:r>
    </w:p>
    <w:p w:rsidR="00AA3B0F" w:rsidRDefault="00AA3B0F" w:rsidP="000F665D">
      <w:r>
        <w:t>@ndyyy Andrei: da si ala i facut cu ajutoru matematicii</w:t>
      </w:r>
    </w:p>
    <w:p w:rsidR="00AA3B0F" w:rsidRDefault="00AA3B0F" w:rsidP="000F665D">
      <w:r>
        <w:t>@ndyyy Andrei: si ii best</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voi amuh sunteti pe net sa vedeti ce ii?!</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eu asa obs</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t xml:space="preserve">@ndyyy Andrei: nu </w:t>
      </w:r>
    </w:p>
    <w:p w:rsidR="00AA3B0F" w:rsidRDefault="00AA3B0F" w:rsidP="000F665D">
      <w:r>
        <w:t xml:space="preserve">@ndyyy Andrei: </w:t>
      </w:r>
    </w:p>
    <w:p w:rsidR="00AA3B0F" w:rsidRDefault="00AA3B0F" w:rsidP="000F665D">
      <w:r>
        <w:t>@ndyyy Andrei: stiam de mult</w:t>
      </w:r>
    </w:p>
    <w:p w:rsidR="00AA3B0F" w:rsidRDefault="00AA3B0F" w:rsidP="000F665D">
      <w:r>
        <w:t>@ndyyy Andrei: am vazut pe antional geografic</w:t>
      </w:r>
    </w:p>
    <w:p w:rsidR="00AA3B0F" w:rsidRDefault="00AA3B0F" w:rsidP="000F665D">
      <w:r>
        <w:t xml:space="preserve">@ndyyy Andrei: </w:t>
      </w:r>
    </w:p>
    <w:p w:rsidR="00AA3B0F" w:rsidRDefault="00AA3B0F" w:rsidP="000F665D">
      <w:r>
        <w:t>@ndyyy Andrei: national</w:t>
      </w:r>
    </w:p>
    <w:p w:rsidR="00AA3B0F" w:rsidRDefault="00AA3B0F" w:rsidP="000F665D">
      <w:r>
        <w:t>Florin Cornea: ))))</w:t>
      </w:r>
    </w:p>
    <w:p w:rsidR="00AA3B0F" w:rsidRDefault="00AA3B0F" w:rsidP="000F665D">
      <w:r>
        <w:t>Florin Cornea: inna</w:t>
      </w:r>
    </w:p>
    <w:p w:rsidR="00AA3B0F" w:rsidRDefault="00AA3B0F" w:rsidP="000F665D">
      <w:r>
        <w:t>Florin Cornea: asa ceva</w:t>
      </w:r>
    </w:p>
    <w:p w:rsidR="00AA3B0F" w:rsidRDefault="00AA3B0F" w:rsidP="000F665D">
      <w:r>
        <w:t>Florin Cornea: nu se gaseste pe net</w:t>
      </w:r>
    </w:p>
    <w:p w:rsidR="00AA3B0F" w:rsidRDefault="00AA3B0F" w:rsidP="000F665D">
      <w:r>
        <w:t xml:space="preserve">@ndyyy Andrei: noh </w:t>
      </w:r>
    </w:p>
    <w:p w:rsidR="00AA3B0F" w:rsidRDefault="00AA3B0F" w:rsidP="000F665D">
      <w:r>
        <w:t>@ndyyy Andrei: hai la intrebarea 22</w:t>
      </w:r>
    </w:p>
    <w:p w:rsidR="00AA3B0F" w:rsidRDefault="00AA3B0F" w:rsidP="000F665D">
      <w:r>
        <w:t>@ndyyy Andrei: 2'</w:t>
      </w:r>
    </w:p>
    <w:p w:rsidR="00AA3B0F" w:rsidRDefault="00AA3B0F" w:rsidP="000F665D">
      <w:r>
        <w:t>Florin Cornea: ok</w:t>
      </w:r>
    </w:p>
    <w:p w:rsidR="00AA3B0F" w:rsidRDefault="00AA3B0F" w:rsidP="000F665D">
      <w:r>
        <w:t>Florin Cornea: stai</w:t>
      </w:r>
    </w:p>
    <w:p w:rsidR="00AA3B0F" w:rsidRDefault="00AA3B0F" w:rsidP="000F665D">
      <w:r>
        <w:t>@ndyyy Andrei: Ar putea funcţile algebrice să modeleze fenomene din viaţa de zi cu zi?</w:t>
      </w:r>
    </w:p>
    <w:p w:rsidR="00AA3B0F" w:rsidRDefault="00AA3B0F" w:rsidP="000F665D">
      <w:r>
        <w:t>Florin Cornea: invitat-o careva</w:t>
      </w:r>
    </w:p>
    <w:p w:rsidR="00AA3B0F" w:rsidRDefault="00AA3B0F" w:rsidP="000F665D">
      <w:r>
        <w:t>Florin Cornea: pe madalina</w:t>
      </w:r>
    </w:p>
    <w:p w:rsidR="00AA3B0F" w:rsidRDefault="00AA3B0F" w:rsidP="000F665D">
      <w:r>
        <w:t>Florin Cornea: ca eu nu pot</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da nu poate intra pe net</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ca nu ii mere</w:t>
      </w:r>
    </w:p>
    <w:p w:rsidR="00AA3B0F" w:rsidRDefault="00AA3B0F" w:rsidP="000F665D">
      <w:r>
        <w:t xml:space="preserve">@ndyyy Andrei: nu merge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t xml:space="preserve">@ndyyy Andrei: </w:t>
      </w:r>
    </w:p>
    <w:p w:rsidR="00AA3B0F" w:rsidRDefault="00AA3B0F" w:rsidP="000F665D">
      <w:r>
        <w:t>@ndyyy Andrei: las ca vb cu ea pe mess</w:t>
      </w:r>
    </w:p>
    <w:p w:rsidR="00AA3B0F" w:rsidRDefault="00AA3B0F" w:rsidP="000F665D">
      <w:r>
        <w:t>@ndyyy Andrei: va dau eu ce scrie</w:t>
      </w:r>
    </w:p>
    <w:p w:rsidR="00AA3B0F" w:rsidRDefault="00AA3B0F" w:rsidP="000F665D">
      <w:r>
        <w:t xml:space="preserve">@ndyyy Andrei: </w:t>
      </w:r>
    </w:p>
    <w:p w:rsidR="00AA3B0F" w:rsidRDefault="00AA3B0F" w:rsidP="000F665D">
      <w:r>
        <w:t>@ndyyy Andrei: acuma vorbesc cu mada</w:t>
      </w:r>
    </w:p>
    <w:p w:rsidR="00AA3B0F" w:rsidRDefault="00AA3B0F" w:rsidP="000F665D">
      <w:r>
        <w:t>@ndyyy Andrei: are o idee la intrebarea 2</w:t>
      </w:r>
    </w:p>
    <w:p w:rsidR="00AA3B0F" w:rsidRDefault="00AA3B0F" w:rsidP="000F665D">
      <w:r>
        <w:t xml:space="preserve">@ndyyy Andrei: </w:t>
      </w:r>
    </w:p>
    <w:p w:rsidR="00AA3B0F" w:rsidRDefault="00AA3B0F" w:rsidP="000F665D">
      <w:r>
        <w:t>@ndyyy Andrei: stati sa vedem</w:t>
      </w:r>
    </w:p>
    <w:p w:rsidR="00AA3B0F" w:rsidRDefault="00AA3B0F" w:rsidP="000F665D">
      <w:r>
        <w:t xml:space="preserve">@ndyyy Andrei: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da cei cu stefi</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de nu zice nimik</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w:t>
      </w:r>
    </w:p>
    <w:p w:rsidR="00AA3B0F" w:rsidRDefault="00AA3B0F" w:rsidP="000F665D">
      <w:r>
        <w:t>@ndyyy Andrei: nu merge netu bine</w:t>
      </w:r>
    </w:p>
    <w:p w:rsidR="00AA3B0F" w:rsidRDefault="00AA3B0F" w:rsidP="000F665D">
      <w:r>
        <w:t xml:space="preserve">@ndyyy Andrei: </w:t>
      </w:r>
    </w:p>
    <w:p w:rsidR="00AA3B0F" w:rsidRDefault="00AA3B0F" w:rsidP="000F665D">
      <w:r>
        <w:t>@ndyyy Andrei: se blocheaza</w:t>
      </w:r>
    </w:p>
    <w:p w:rsidR="00AA3B0F" w:rsidRDefault="00AA3B0F" w:rsidP="000F665D">
      <w:r>
        <w:t>@ndyyy Andrei: nu apare</w:t>
      </w:r>
    </w:p>
    <w:p w:rsidR="00AA3B0F" w:rsidRDefault="00AA3B0F" w:rsidP="000F665D">
      <w:r>
        <w:t>@ndyyy Andrei: corneaaaaaaaa</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la mn mre f bn</w:t>
      </w:r>
    </w:p>
    <w:p w:rsidR="00AA3B0F" w:rsidRDefault="00AA3B0F" w:rsidP="000F665D">
      <w:r>
        <w:t>@ndyyy Andrei: cornea nu mai zici nimik?</w:t>
      </w:r>
    </w:p>
    <w:p w:rsidR="00AA3B0F" w:rsidRDefault="00AA3B0F" w:rsidP="000F665D">
      <w:r>
        <w:t xml:space="preserve">@ndyyy Andrei: </w:t>
      </w:r>
    </w:p>
    <w:p w:rsidR="00AA3B0F" w:rsidRDefault="00AA3B0F" w:rsidP="000F665D">
      <w:r>
        <w:t>Florin Cornea: Prezent</w:t>
      </w:r>
    </w:p>
    <w:p w:rsidR="00AA3B0F" w:rsidRDefault="00AA3B0F" w:rsidP="000F665D">
      <w:r>
        <w:t>Florin Cornea: !!!</w:t>
      </w:r>
    </w:p>
    <w:p w:rsidR="00AA3B0F" w:rsidRDefault="00AA3B0F" w:rsidP="000F665D">
      <w:r>
        <w:t>Florin Cornea: da ma</w:t>
      </w:r>
    </w:p>
    <w:p w:rsidR="00AA3B0F" w:rsidRDefault="00AA3B0F" w:rsidP="000F665D">
      <w:r>
        <w:t>Florin Cornea: copii</w:t>
      </w:r>
    </w:p>
    <w:p w:rsidR="00AA3B0F" w:rsidRDefault="00AA3B0F" w:rsidP="000F665D">
      <w:r>
        <w:t>Florin Cornea: eu tre sa lucrez</w:t>
      </w:r>
    </w:p>
    <w:p w:rsidR="00AA3B0F" w:rsidRDefault="00AA3B0F" w:rsidP="000F665D">
      <w:r>
        <w:t>@ndyyy Andrei: poti sa pui imagini de fundal cu cladirile alea?</w:t>
      </w:r>
    </w:p>
    <w:p w:rsidR="00AA3B0F" w:rsidRDefault="00AA3B0F" w:rsidP="000F665D">
      <w:r>
        <w:t>Florin Cornea: si la proiectul propru-zis</w:t>
      </w:r>
    </w:p>
    <w:p w:rsidR="00AA3B0F" w:rsidRDefault="00AA3B0F" w:rsidP="000F665D">
      <w:r>
        <w:t>@ndyyy Andrei: si sa raspundem la intrebarea 1 pe ele?</w:t>
      </w:r>
    </w:p>
    <w:p w:rsidR="00AA3B0F" w:rsidRDefault="00AA3B0F" w:rsidP="000F665D">
      <w:r>
        <w:t>@ndyyy Andrei: si al proiect poti sa pui</w:t>
      </w:r>
    </w:p>
    <w:p w:rsidR="00AA3B0F" w:rsidRDefault="00AA3B0F" w:rsidP="000F665D">
      <w:r>
        <w:t xml:space="preserve">@ndyyy Andrei: </w:t>
      </w:r>
    </w:p>
    <w:p w:rsidR="00AA3B0F" w:rsidRDefault="00AA3B0F" w:rsidP="000F665D">
      <w:r>
        <w:t>@ndyyy Andrei: la'</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da mai.</w:t>
      </w:r>
    </w:p>
    <w:p w:rsidR="00AA3B0F" w:rsidRDefault="00AA3B0F" w:rsidP="000F665D">
      <w:r>
        <w:t>Florin Cornea: inna</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da</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t>Florin Cornea: tu ai stick</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nu ca l-am uitat la lazuri</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t xml:space="preserve">@ndyyy Andrei: </w:t>
      </w:r>
    </w:p>
    <w:p w:rsidR="00AA3B0F" w:rsidRDefault="00AA3B0F" w:rsidP="000F665D">
      <w:r>
        <w:t>Florin Cornea: )))</w:t>
      </w:r>
    </w:p>
    <w:p w:rsidR="00AA3B0F" w:rsidRDefault="00AA3B0F" w:rsidP="000F665D">
      <w:r>
        <w:t>@ndyyy Andrei: eu am da</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am dvd</w:t>
      </w:r>
    </w:p>
    <w:p w:rsidR="00AA3B0F" w:rsidRDefault="00AA3B0F" w:rsidP="000F665D">
      <w:r>
        <w:t>Florin Cornea: great</w:t>
      </w:r>
    </w:p>
    <w:p w:rsidR="00AA3B0F" w:rsidRDefault="00AA3B0F" w:rsidP="000F665D">
      <w:r>
        <w:t>@ndyyy Andrei: mi-i cu ritmurile de la orga</w:t>
      </w:r>
    </w:p>
    <w:p w:rsidR="00AA3B0F" w:rsidRDefault="00AA3B0F" w:rsidP="000F665D">
      <w:r>
        <w:t>@ndyyy Andrei: si risc sa-mi virusez softu la ea</w:t>
      </w:r>
    </w:p>
    <w:p w:rsidR="00AA3B0F" w:rsidRDefault="00AA3B0F" w:rsidP="000F665D">
      <w:r>
        <w:t>@ndyyy Andrei: si nu ma risc</w:t>
      </w:r>
    </w:p>
    <w:p w:rsidR="00AA3B0F" w:rsidRDefault="00AA3B0F" w:rsidP="000F665D">
      <w:r>
        <w:t xml:space="preserve">@ndyyy Andrei: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ftm</w:t>
      </w:r>
    </w:p>
    <w:p w:rsidR="00AA3B0F" w:rsidRDefault="00AA3B0F" w:rsidP="000F665D">
      <w:r>
        <w:t>Florin Cornea: nu</w:t>
      </w:r>
    </w:p>
    <w:p w:rsidR="00AA3B0F" w:rsidRDefault="00AA3B0F" w:rsidP="000F665D">
      <w:r>
        <w:t xml:space="preserve">Florin Cornea: asa ceva nu se face </w:t>
      </w:r>
    </w:p>
    <w:p w:rsidR="00AA3B0F" w:rsidRDefault="00AA3B0F" w:rsidP="000F665D">
      <w:r>
        <w:t>Florin Cornea: deci</w:t>
      </w:r>
    </w:p>
    <w:p w:rsidR="00AA3B0F" w:rsidRDefault="00AA3B0F" w:rsidP="000F665D">
      <w:r>
        <w:t>@ndyyy Andrei: inaaa</w:t>
      </w:r>
    </w:p>
    <w:p w:rsidR="00AA3B0F" w:rsidRDefault="00AA3B0F" w:rsidP="000F665D">
      <w:r>
        <w:t>Florin Cornea: le pun eu le mail</w:t>
      </w:r>
    </w:p>
    <w:p w:rsidR="00AA3B0F" w:rsidRDefault="00AA3B0F" w:rsidP="000F665D">
      <w:r>
        <w:t>Florin Cornea: inna(cuvantul)</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daaa</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t>Florin Cornea: si speram sa mearga maine</w:t>
      </w:r>
    </w:p>
    <w:p w:rsidR="00AA3B0F" w:rsidRDefault="00AA3B0F" w:rsidP="000F665D">
      <w:r>
        <w:t>@ndyyy Andrei: nu si-o dat ea seama</w:t>
      </w:r>
    </w:p>
    <w:p w:rsidR="00AA3B0F" w:rsidRDefault="00AA3B0F" w:rsidP="000F665D">
      <w:r>
        <w:t>Florin Cornea: netul</w:t>
      </w:r>
    </w:p>
    <w:p w:rsidR="00AA3B0F" w:rsidRDefault="00AA3B0F" w:rsidP="000F665D">
      <w:r>
        <w:t>@ndyyy Andrei: deci hai sa raspundem la intrebarea 2</w:t>
      </w:r>
    </w:p>
    <w:p w:rsidR="00AA3B0F" w:rsidRDefault="00AA3B0F" w:rsidP="000F665D">
      <w:r>
        <w:t>@ndyyy Andrei: ca mi-e somn</w:t>
      </w:r>
    </w:p>
    <w:p w:rsidR="00AA3B0F" w:rsidRDefault="00AA3B0F" w:rsidP="000F665D">
      <w:r>
        <w:t>@ndyyy Andrei: am chef sa dorm</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da nu am fost atenta</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t xml:space="preserve">@ndyyy Andrei: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intelefg</w:t>
      </w:r>
    </w:p>
    <w:p w:rsidR="00AA3B0F" w:rsidRDefault="00AA3B0F" w:rsidP="000F665D">
      <w:r>
        <w:t>@ndyyy Andrei: Ar putea funcţile algebrice să modeleze fenomene din viaţa de zi cu zi?</w:t>
      </w:r>
    </w:p>
    <w:p w:rsidR="00AA3B0F" w:rsidRDefault="00AA3B0F" w:rsidP="000F665D">
      <w:r>
        <w:t>@ndyyy Andrei: ce ziceti?</w:t>
      </w:r>
    </w:p>
    <w:p w:rsidR="00AA3B0F" w:rsidRDefault="00AA3B0F" w:rsidP="000F665D">
      <w:r>
        <w:t>@ndyyy Andrei: eu zic ca ar putea</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am zis un cuvant obscen</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t>@ndyyy Andrei: pt ca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mi-o scapat</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t>@ndyyy Andrei: heeeeeeeeey</w:t>
      </w:r>
    </w:p>
    <w:p w:rsidR="00AA3B0F" w:rsidRDefault="00AA3B0F" w:rsidP="000F665D">
      <w:r>
        <w:t>@ndyyy Andrei: vorbesc singur?</w:t>
      </w:r>
    </w:p>
    <w:p w:rsidR="00AA3B0F" w:rsidRDefault="00AA3B0F" w:rsidP="000F665D">
      <w:r>
        <w:t xml:space="preserve">@ndyyy Andrei: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nuuuu</w:t>
      </w:r>
    </w:p>
    <w:p w:rsidR="00AA3B0F" w:rsidRDefault="00AA3B0F" w:rsidP="000F665D">
      <w:r>
        <w:t xml:space="preserve">Florin Cornea: Functiile algebrice, in complexitatea lor, </w:t>
      </w:r>
    </w:p>
    <w:p w:rsidR="00AA3B0F" w:rsidRDefault="00AA3B0F" w:rsidP="000F665D">
      <w:r>
        <w:t>@ndyyy Andrei: ar putea sa modeleze?</w:t>
      </w:r>
    </w:p>
    <w:p w:rsidR="00AA3B0F" w:rsidRDefault="00AA3B0F" w:rsidP="000F665D">
      <w:r>
        <w:t xml:space="preserve">@ndyyy Andrei: </w:t>
      </w:r>
    </w:p>
    <w:p w:rsidR="00AA3B0F" w:rsidRDefault="00AA3B0F" w:rsidP="000F665D">
      <w:r>
        <w:t>@ndyyy Andrei: fenomene</w:t>
      </w:r>
    </w:p>
    <w:p w:rsidR="00AA3B0F" w:rsidRDefault="00AA3B0F" w:rsidP="000F665D">
      <w:r>
        <w:t>@ndyyy Andrei: despre ce fenomene ar putea fi vorba?</w:t>
      </w:r>
    </w:p>
    <w:p w:rsidR="00AA3B0F" w:rsidRDefault="00AA3B0F" w:rsidP="000F665D">
      <w:r>
        <w:t>@ndyyy Andrei: despre ploaie?</w:t>
      </w:r>
    </w:p>
    <w:p w:rsidR="00AA3B0F" w:rsidRDefault="00AA3B0F" w:rsidP="000F665D">
      <w:r>
        <w:t xml:space="preserve">@ndyyy Andrei: </w:t>
      </w:r>
    </w:p>
    <w:p w:rsidR="00AA3B0F" w:rsidRDefault="00AA3B0F" w:rsidP="000F665D">
      <w:r>
        <w:t>@ndyyy Andrei: de exemplu</w:t>
      </w:r>
    </w:p>
    <w:p w:rsidR="00AA3B0F" w:rsidRDefault="00AA3B0F" w:rsidP="000F665D">
      <w:r>
        <w:t>Florin Cornea: tornada</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ma gandesc ca din moment ce o pus intrebarea</w:t>
      </w:r>
    </w:p>
    <w:p w:rsidR="00AA3B0F" w:rsidRDefault="00AA3B0F" w:rsidP="000F665D">
      <w:r>
        <w:t>@ndyyy Andrei: este o functie descrescatoare?</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poate</w:t>
      </w:r>
    </w:p>
    <w:p w:rsidR="00AA3B0F" w:rsidRDefault="00AA3B0F" w:rsidP="000F665D">
      <w:r>
        <w:t xml:space="preserve">@ndyyy Andrei: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t>@ndyyy Andrei: uraganele</w:t>
      </w:r>
    </w:p>
    <w:p w:rsidR="00AA3B0F" w:rsidRDefault="00AA3B0F" w:rsidP="000F665D">
      <w:r>
        <w:t xml:space="preserve">@ndyyy Andrei: </w:t>
      </w:r>
    </w:p>
    <w:p w:rsidR="00AA3B0F" w:rsidRDefault="00AA3B0F" w:rsidP="000F665D">
      <w:r>
        <w:t>@ndyyy Andrei: ploaia</w:t>
      </w:r>
    </w:p>
    <w:p w:rsidR="00AA3B0F" w:rsidRDefault="00AA3B0F" w:rsidP="000F665D">
      <w:r>
        <w:t>@ndyyy Andrei: vantul</w:t>
      </w:r>
    </w:p>
    <w:p w:rsidR="00AA3B0F" w:rsidRDefault="00AA3B0F" w:rsidP="000F665D">
      <w:r>
        <w:t>Florin Cornea: cutrebur</w:t>
      </w:r>
    </w:p>
    <w:p w:rsidR="00AA3B0F" w:rsidRDefault="00AA3B0F" w:rsidP="000F665D">
      <w:r>
        <w:t>@ndyyy Andrei: nu ?</w:t>
      </w:r>
    </w:p>
    <w:p w:rsidR="00AA3B0F" w:rsidRDefault="00AA3B0F" w:rsidP="000F665D">
      <w:r>
        <w:t>Florin Cornea: nu</w:t>
      </w:r>
    </w:p>
    <w:p w:rsidR="00AA3B0F" w:rsidRDefault="00AA3B0F" w:rsidP="000F665D">
      <w:r>
        <w:t>@ndyyy Andrei: toata au anumite forme</w:t>
      </w:r>
    </w:p>
    <w:p w:rsidR="00AA3B0F" w:rsidRDefault="00AA3B0F" w:rsidP="000F665D">
      <w:r>
        <w:t>@ndyyy Andrei: cum nu ?</w:t>
      </w:r>
    </w:p>
    <w:p w:rsidR="00AA3B0F" w:rsidRDefault="00AA3B0F" w:rsidP="000F665D">
      <w:r>
        <w:t>@ndyyy Andrei: deci ?</w:t>
      </w:r>
    </w:p>
    <w:p w:rsidR="00AA3B0F" w:rsidRDefault="00AA3B0F" w:rsidP="000F665D">
      <w:r>
        <w:t>Florin Cornea: nu-i vorba de forme</w:t>
      </w:r>
    </w:p>
    <w:p w:rsidR="00AA3B0F" w:rsidRDefault="00AA3B0F" w:rsidP="000F665D">
      <w:r>
        <w:t>@ndyyy Andrei: cum zicem?</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ce legatura au functiile</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w:t>
      </w:r>
    </w:p>
    <w:p w:rsidR="00AA3B0F" w:rsidRDefault="00AA3B0F" w:rsidP="000F665D">
      <w:r>
        <w:t>Florin Cornea: ci de manifestari</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ca nu ma prind</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w:t>
      </w:r>
    </w:p>
    <w:p w:rsidR="00AA3B0F" w:rsidRDefault="00AA3B0F" w:rsidP="000F665D">
      <w:r>
        <w:t>Florin Cornea: (cred)</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w:t>
      </w:r>
    </w:p>
    <w:p w:rsidR="00AA3B0F" w:rsidRDefault="00AA3B0F" w:rsidP="000F665D">
      <w:r>
        <w:t>@ndyyy Andrei: poi cum se manifesta da</w:t>
      </w:r>
    </w:p>
    <w:p w:rsidR="00AA3B0F" w:rsidRDefault="00AA3B0F" w:rsidP="000F665D">
      <w:r>
        <w:t>@ndyyy Andrei: ploaia cade pe pamant</w:t>
      </w:r>
    </w:p>
    <w:p w:rsidR="00AA3B0F" w:rsidRDefault="00AA3B0F" w:rsidP="000F665D">
      <w:r>
        <w:t>@ndyyy Andrei: este ca si graficul unei functii descrescatoare pe intervalul nor pamat?</w:t>
      </w:r>
    </w:p>
    <w:p w:rsidR="00AA3B0F" w:rsidRDefault="00AA3B0F" w:rsidP="000F665D">
      <w:r>
        <w:t xml:space="preserve">@ndyyy Andrei: </w:t>
      </w:r>
    </w:p>
    <w:p w:rsidR="00AA3B0F" w:rsidRDefault="00AA3B0F" w:rsidP="000F665D">
      <w:r>
        <w:t>@ndyyy Andrei: pamant'</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t>@ndyyy Andrei: poi nu ?</w:t>
      </w:r>
    </w:p>
    <w:p w:rsidR="00AA3B0F" w:rsidRDefault="00AA3B0F" w:rsidP="000F665D">
      <w:r>
        <w:t xml:space="preserve">@ndyyy Andrei: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mda </w:t>
      </w:r>
    </w:p>
    <w:p w:rsidR="00AA3B0F" w:rsidRDefault="00AA3B0F" w:rsidP="000F665D">
      <w:r>
        <w:t>stefy roberta has joined the conference.</w:t>
      </w:r>
    </w:p>
    <w:p w:rsidR="00AA3B0F" w:rsidRDefault="00AA3B0F" w:rsidP="000F665D"/>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inteleg</w:t>
      </w:r>
    </w:p>
    <w:p w:rsidR="00AA3B0F" w:rsidRDefault="00AA3B0F" w:rsidP="000F665D">
      <w:r>
        <w:t>@ndyyy Andrei: nu-i asa?</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t>stefy roberta: deci</w:t>
      </w:r>
    </w:p>
    <w:p w:rsidR="00AA3B0F" w:rsidRDefault="00AA3B0F" w:rsidP="000F665D">
      <w:r>
        <w:t>stefy roberta: ce`ati vb pana amu?</w:t>
      </w:r>
    </w:p>
    <w:p w:rsidR="00AA3B0F" w:rsidRDefault="00AA3B0F" w:rsidP="000F665D">
      <w:r>
        <w:t>@ndyyy Andrei: multe</w:t>
      </w:r>
    </w:p>
    <w:p w:rsidR="00AA3B0F" w:rsidRDefault="00AA3B0F" w:rsidP="000F665D">
      <w:r>
        <w:t>Florin Cornea: ar trebui formulat</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prea multe</w:t>
      </w:r>
    </w:p>
    <w:p w:rsidR="00AA3B0F" w:rsidRDefault="00AA3B0F" w:rsidP="000F665D">
      <w:r>
        <w:t xml:space="preserve">@ndyyy Andrei: poi sa incerc </w:t>
      </w:r>
    </w:p>
    <w:p w:rsidR="00AA3B0F" w:rsidRDefault="00AA3B0F" w:rsidP="000F665D">
      <w:r>
        <w:t>Florin Cornea: un enunt complex</w:t>
      </w:r>
    </w:p>
    <w:p w:rsidR="00AA3B0F" w:rsidRDefault="00AA3B0F" w:rsidP="000F665D">
      <w:r>
        <w:t>stefy roberta: ziceti amu</w:t>
      </w:r>
    </w:p>
    <w:p w:rsidR="00AA3B0F" w:rsidRDefault="00AA3B0F" w:rsidP="000F665D">
      <w:r>
        <w:t>@ndyyy Andrei: stai sa ma gandesc</w:t>
      </w:r>
    </w:p>
    <w:p w:rsidR="00AA3B0F" w:rsidRDefault="00AA3B0F" w:rsidP="000F665D">
      <w:r>
        <w:t xml:space="preserve">@ndyyy Andrei: </w:t>
      </w:r>
    </w:p>
    <w:p w:rsidR="00AA3B0F" w:rsidRDefault="00AA3B0F" w:rsidP="000F665D">
      <w:r>
        <w:t>stefy roberta: faceti un rezumat</w:t>
      </w:r>
    </w:p>
    <w:p w:rsidR="00AA3B0F" w:rsidRDefault="00AA3B0F" w:rsidP="000F665D">
      <w:r>
        <w:t>stefy roberta: sa aflu si eu</w:t>
      </w:r>
    </w:p>
    <w:p w:rsidR="00AA3B0F" w:rsidRDefault="00AA3B0F" w:rsidP="000F665D">
      <w:r>
        <w:t>@ndyyy Andrei: intrebarea 2</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mai nimik concret</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t>@ndyyy Andrei: acuma incercam sa raspundem</w:t>
      </w:r>
    </w:p>
    <w:p w:rsidR="00AA3B0F" w:rsidRDefault="00AA3B0F" w:rsidP="000F665D">
      <w:r>
        <w:t>@ndyyy Andrei: la 1 am raspuns</w:t>
      </w:r>
    </w:p>
    <w:p w:rsidR="00AA3B0F" w:rsidRDefault="00AA3B0F" w:rsidP="000F665D">
      <w:r>
        <w:t>stefy roberta: ce?</w:t>
      </w:r>
    </w:p>
    <w:p w:rsidR="00AA3B0F" w:rsidRDefault="00AA3B0F" w:rsidP="000F665D">
      <w:r>
        <w:t>stefy roberta: trm si mie</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Inca din cele mai vechi timpuri, matematica a fost folosita in viata cotidiana. Toate Constructiile au fost proiectate cu ajutorul cunostintelor geometrice. Au existat de-alungul vremii anumite sclipiriri ale gandirii unor proiectanti care au reusti sa creeze anumite opere de arta cu ajutorur cunostintelor matematice si a imaginatiei..., opere care trec de nivelul ratiunii omului simplu.</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intrebarea 1</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pt stefi</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t xml:space="preserve">@ndyyy Andrei: functiile algebrice modeleaza fenomenele cotidiene </w:t>
      </w:r>
    </w:p>
    <w:p w:rsidR="00AA3B0F" w:rsidRDefault="00AA3B0F" w:rsidP="000F665D">
      <w:r>
        <w:t>...:::..SeNoRiTa kLaUdYtZa..:::... has joined the conference.</w:t>
      </w:r>
    </w:p>
    <w:p w:rsidR="00AA3B0F" w:rsidRDefault="00AA3B0F" w:rsidP="000F665D"/>
    <w:p w:rsidR="00AA3B0F" w:rsidRDefault="00AA3B0F" w:rsidP="000F665D">
      <w:r>
        <w:t>stefy roberta: sau</w:t>
      </w:r>
    </w:p>
    <w:p w:rsidR="00AA3B0F" w:rsidRDefault="00AA3B0F" w:rsidP="000F665D">
      <w:r>
        <w:t xml:space="preserve">...:::..SeNoRiTa kLaUdYtZa..:::...: Ceau </w:t>
      </w:r>
    </w:p>
    <w:p w:rsidR="00AA3B0F" w:rsidRDefault="00AA3B0F" w:rsidP="000F665D">
      <w:r>
        <w:t>stefy roberta: se</w:t>
      </w:r>
    </w:p>
    <w:p w:rsidR="00AA3B0F" w:rsidRDefault="00AA3B0F" w:rsidP="000F665D">
      <w:r>
        <w:t xml:space="preserve">@ndyyy Andrei: ne putem uita la o tornada </w:t>
      </w:r>
    </w:p>
    <w:p w:rsidR="00AA3B0F" w:rsidRDefault="00AA3B0F" w:rsidP="000F665D">
      <w:r>
        <w:t>@ndyyy Andrei: o ploaie</w:t>
      </w:r>
    </w:p>
    <w:p w:rsidR="00AA3B0F" w:rsidRDefault="00AA3B0F" w:rsidP="000F665D">
      <w:r>
        <w:t>@ndyyy Andrei: un uragan</w:t>
      </w:r>
    </w:p>
    <w:p w:rsidR="00AA3B0F" w:rsidRDefault="00AA3B0F" w:rsidP="000F665D">
      <w:r>
        <w:t xml:space="preserve">...:::..SeNoRiTa kLaUdYtZa..:::...: deci </w:t>
      </w:r>
    </w:p>
    <w:p w:rsidR="00AA3B0F" w:rsidRDefault="00AA3B0F" w:rsidP="000F665D">
      <w:r>
        <w:t>@ndyyy Andrei: ia uitati cum zice si sora</w:t>
      </w:r>
    </w:p>
    <w:p w:rsidR="00AA3B0F" w:rsidRDefault="00AA3B0F" w:rsidP="000F665D">
      <w:r>
        <w:t>@ndyyy Andrei: pink.black M25: de fapt datorita acestor functii pot fi impiedicate diferite catastrofe naturale</w:t>
      </w:r>
    </w:p>
    <w:p w:rsidR="00AA3B0F" w:rsidRDefault="00AA3B0F" w:rsidP="000F665D">
      <w:r>
        <w:t>...:::..SeNoRiTa kLaUdYtZa..:::...: la care intrebare?</w:t>
      </w:r>
    </w:p>
    <w:p w:rsidR="00AA3B0F" w:rsidRDefault="00AA3B0F" w:rsidP="000F665D">
      <w:r>
        <w:t>Florin Cornea: stai</w:t>
      </w:r>
    </w:p>
    <w:p w:rsidR="00AA3B0F" w:rsidRDefault="00AA3B0F" w:rsidP="000F665D">
      <w:r>
        <w:t>stefy roberta: la2</w:t>
      </w:r>
    </w:p>
    <w:p w:rsidR="00AA3B0F" w:rsidRDefault="00AA3B0F" w:rsidP="000F665D">
      <w:r>
        <w:t>pink.black :XM25 has joined the conference.</w:t>
      </w:r>
    </w:p>
    <w:p w:rsidR="00AA3B0F" w:rsidRDefault="00AA3B0F" w:rsidP="000F665D"/>
    <w:p w:rsidR="00AA3B0F" w:rsidRDefault="00AA3B0F" w:rsidP="000F665D">
      <w:r>
        <w:t>Florin Cornea: nu au cum impiedica</w:t>
      </w:r>
    </w:p>
    <w:p w:rsidR="00AA3B0F" w:rsidRDefault="00AA3B0F" w:rsidP="000F665D">
      <w:r>
        <w:t xml:space="preserve">@ndyyy Andrei: deci </w:t>
      </w:r>
    </w:p>
    <w:p w:rsidR="00AA3B0F" w:rsidRDefault="00AA3B0F" w:rsidP="000F665D">
      <w:r>
        <w:t>Florin Cornea: doar sa</w:t>
      </w:r>
    </w:p>
    <w:p w:rsidR="00AA3B0F" w:rsidRDefault="00AA3B0F" w:rsidP="000F665D">
      <w:r>
        <w:t xml:space="preserve">...:::..SeNoRiTa kLaUdYtZa..:::...: poi la a 2 </w:t>
      </w:r>
    </w:p>
    <w:p w:rsidR="00AA3B0F" w:rsidRDefault="00AA3B0F" w:rsidP="000F665D">
      <w:r>
        <w:t>@ndyyy Andrei: ascultati</w:t>
      </w:r>
    </w:p>
    <w:p w:rsidR="00AA3B0F" w:rsidRDefault="00AA3B0F" w:rsidP="000F665D">
      <w:r>
        <w:t xml:space="preserve">...:::..SeNoRiTa kLaUdYtZa..:::...: mai am si eu </w:t>
      </w:r>
    </w:p>
    <w:p w:rsidR="00AA3B0F" w:rsidRDefault="00AA3B0F" w:rsidP="000F665D">
      <w:r>
        <w:t>...:::..SeNoRiTa kLaUdYtZa..:::...: o idee</w:t>
      </w:r>
    </w:p>
    <w:p w:rsidR="00AA3B0F" w:rsidRDefault="00AA3B0F" w:rsidP="000F665D">
      <w:r>
        <w:t>Florin Cornea: iti dai seama cand va avea loc</w:t>
      </w:r>
    </w:p>
    <w:p w:rsidR="00AA3B0F" w:rsidRDefault="00AA3B0F" w:rsidP="000F665D">
      <w:r>
        <w:t>@ndyyy Andrei: exactr</w:t>
      </w:r>
    </w:p>
    <w:p w:rsidR="00AA3B0F" w:rsidRDefault="00AA3B0F" w:rsidP="000F665D">
      <w:r>
        <w:t>Florin Cornea: o catastrofa</w:t>
      </w:r>
    </w:p>
    <w:p w:rsidR="00AA3B0F" w:rsidRDefault="00AA3B0F" w:rsidP="000F665D">
      <w:r>
        <w:t>@ndyyy Andrei: acuma voiam sa zic</w:t>
      </w:r>
    </w:p>
    <w:p w:rsidR="00AA3B0F" w:rsidRDefault="00AA3B0F" w:rsidP="000F665D">
      <w:r>
        <w:t>@ndyyy Andrei: stai sa va zic</w:t>
      </w:r>
    </w:p>
    <w:p w:rsidR="00AA3B0F" w:rsidRDefault="00AA3B0F" w:rsidP="000F665D">
      <w:r>
        <w:t xml:space="preserve">@ndyyy Andrei: </w:t>
      </w:r>
    </w:p>
    <w:p w:rsidR="00AA3B0F" w:rsidRDefault="00AA3B0F" w:rsidP="000F665D">
      <w:r>
        <w:t>Florin Cornea: cu ajutorul calculelor</w:t>
      </w:r>
    </w:p>
    <w:p w:rsidR="00AA3B0F" w:rsidRDefault="00AA3B0F" w:rsidP="000F665D">
      <w:r>
        <w:t>@ndyyy Andrei: sa formulam</w:t>
      </w:r>
    </w:p>
    <w:p w:rsidR="00AA3B0F" w:rsidRDefault="00AA3B0F" w:rsidP="000F665D">
      <w:r>
        <w:t xml:space="preserve">...:::..SeNoRiTa kLaUdYtZa..:::...: Pai de ex functia exponentiala ne modeleaza viata  momentul cand se naste cineva, fenomen sau eveniment asteptat a carui bucurie e si mai amplificata in clipa in care simti bucurîa de a fii parinte stii k se va naste iar cand il ai deja fericisea e fara margini....tinde la plus infinit  </w:t>
      </w:r>
    </w:p>
    <w:p w:rsidR="00AA3B0F" w:rsidRDefault="00AA3B0F" w:rsidP="000F665D">
      <w:r>
        <w:t>...:::..SeNoRiTa kLaUdYtZa..:::...: la a 2</w:t>
      </w:r>
    </w:p>
    <w:p w:rsidR="00AA3B0F" w:rsidRDefault="00AA3B0F" w:rsidP="000F665D">
      <w:r>
        <w:t>@ndyyy Andrei: da</w:t>
      </w:r>
    </w:p>
    <w:p w:rsidR="00AA3B0F" w:rsidRDefault="00AA3B0F" w:rsidP="000F665D">
      <w:r>
        <w:t>@ndyyy Andrei: bravo majh</w:t>
      </w:r>
    </w:p>
    <w:p w:rsidR="00AA3B0F" w:rsidRDefault="00AA3B0F" w:rsidP="000F665D">
      <w:r>
        <w:t xml:space="preserve">@ndyyy Andrei: </w:t>
      </w:r>
    </w:p>
    <w:p w:rsidR="00AA3B0F" w:rsidRDefault="00AA3B0F" w:rsidP="000F665D">
      <w:r>
        <w:t>stefy roberta: da nu`i de la ea</w:t>
      </w:r>
    </w:p>
    <w:p w:rsidR="00AA3B0F" w:rsidRDefault="00AA3B0F" w:rsidP="000F665D">
      <w:r>
        <w:t xml:space="preserve">@ndyyy Andrei: </w:t>
      </w:r>
    </w:p>
    <w:p w:rsidR="00AA3B0F" w:rsidRDefault="00AA3B0F" w:rsidP="000F665D">
      <w:r>
        <w:t xml:space="preserve">stefy roberta: </w:t>
      </w:r>
    </w:p>
    <w:p w:rsidR="00AA3B0F" w:rsidRDefault="00AA3B0F" w:rsidP="000F665D">
      <w:r>
        <w:t>stefy roberta: ii de la o profa</w:t>
      </w:r>
    </w:p>
    <w:p w:rsidR="00AA3B0F" w:rsidRDefault="00AA3B0F" w:rsidP="000F665D">
      <w:r>
        <w:t xml:space="preserve">stefy roberta: </w:t>
      </w:r>
    </w:p>
    <w:p w:rsidR="00AA3B0F" w:rsidRDefault="00AA3B0F" w:rsidP="000F665D">
      <w:r>
        <w:t>Florin Cornea: taci</w:t>
      </w:r>
    </w:p>
    <w:p w:rsidR="00AA3B0F" w:rsidRDefault="00AA3B0F" w:rsidP="000F665D">
      <w:r>
        <w:t xml:space="preserve">...:::..SeNoRiTa kLaUdYtZa..:::...: nup </w:t>
      </w:r>
    </w:p>
    <w:p w:rsidR="00AA3B0F" w:rsidRDefault="00AA3B0F" w:rsidP="000F665D">
      <w:r>
        <w:t>@ndyyy Andrei: bhja stefi</w:t>
      </w:r>
    </w:p>
    <w:p w:rsidR="00AA3B0F" w:rsidRDefault="00AA3B0F" w:rsidP="000F665D">
      <w:r>
        <w:t>stefy roberta: ce?</w:t>
      </w:r>
    </w:p>
    <w:p w:rsidR="00AA3B0F" w:rsidRDefault="00AA3B0F" w:rsidP="000F665D">
      <w:r>
        <w:t>@ndyyy Andrei: nu poti sa taci?</w:t>
      </w:r>
    </w:p>
    <w:p w:rsidR="00AA3B0F" w:rsidRDefault="00AA3B0F" w:rsidP="000F665D">
      <w:r>
        <w:t xml:space="preserve">stefy roberta: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w:t>
      </w:r>
    </w:p>
    <w:p w:rsidR="00AA3B0F" w:rsidRDefault="00AA3B0F" w:rsidP="000F665D">
      <w:r>
        <w:t>stefy roberta: ups</w:t>
      </w:r>
    </w:p>
    <w:p w:rsidR="00AA3B0F" w:rsidRDefault="00AA3B0F" w:rsidP="000F665D">
      <w:r>
        <w:t>pink.black :XM25: era si cazul</w:t>
      </w:r>
    </w:p>
    <w:p w:rsidR="00AA3B0F" w:rsidRDefault="00AA3B0F" w:rsidP="000F665D">
      <w:r>
        <w:t xml:space="preserve">@ndyyy Andrei: </w:t>
      </w:r>
    </w:p>
    <w:p w:rsidR="00AA3B0F" w:rsidRDefault="00AA3B0F" w:rsidP="000F665D">
      <w:r>
        <w:t>stefy roberta: da dc mi se vede de 2 ori?</w:t>
      </w:r>
    </w:p>
    <w:p w:rsidR="00AA3B0F" w:rsidRDefault="00AA3B0F" w:rsidP="000F665D">
      <w:r>
        <w:t>Florin Cornea: deci</w:t>
      </w:r>
    </w:p>
    <w:p w:rsidR="00AA3B0F" w:rsidRDefault="00AA3B0F" w:rsidP="000F665D">
      <w:r>
        <w:t>Florin Cornea: klau</w:t>
      </w:r>
    </w:p>
    <w:p w:rsidR="00AA3B0F" w:rsidRDefault="00AA3B0F" w:rsidP="000F665D">
      <w:r>
        <w:t>Florin Cornea: tu te referi</w:t>
      </w:r>
    </w:p>
    <w:p w:rsidR="00AA3B0F" w:rsidRDefault="00AA3B0F" w:rsidP="000F665D">
      <w:r>
        <w:t>Florin Cornea: la exemlul din viata reala</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w:t>
      </w:r>
    </w:p>
    <w:p w:rsidR="00AA3B0F" w:rsidRDefault="00AA3B0F" w:rsidP="000F665D">
      <w:r>
        <w:t>Florin Cornea: in care gasim</w:t>
      </w:r>
    </w:p>
    <w:p w:rsidR="00AA3B0F" w:rsidRDefault="00AA3B0F" w:rsidP="000F665D">
      <w:r>
        <w:t>...:::..SeNoRiTa kLaUdYtZa..:::...: si la 1 : interfata cotidianului reflectata prin prisma matematicii o intalnim zi de zi in jurul nostru,adica spatiile in care locuim, care fara matematica folosita cu indemanare nu ar exista in forma actuala</w:t>
      </w:r>
    </w:p>
    <w:p w:rsidR="00AA3B0F" w:rsidRDefault="00AA3B0F" w:rsidP="000F665D">
      <w:r>
        <w:t>Florin Cornea: aceasta functie</w:t>
      </w:r>
    </w:p>
    <w:p w:rsidR="00AA3B0F" w:rsidRDefault="00AA3B0F" w:rsidP="000F665D">
      <w:r>
        <w:t>...:::..SeNoRiTa kLaUdYtZa..:::...: da</w:t>
      </w:r>
    </w:p>
    <w:p w:rsidR="00AA3B0F" w:rsidRDefault="00AA3B0F" w:rsidP="000F665D">
      <w:r>
        <w:t>@ndyyy Andrei: trebuie din viata cotidiana</w:t>
      </w:r>
    </w:p>
    <w:p w:rsidR="00AA3B0F" w:rsidRDefault="00AA3B0F" w:rsidP="000F665D">
      <w:r>
        <w:t>Florin Cornea: noi ne-am referit</w:t>
      </w:r>
    </w:p>
    <w:p w:rsidR="00AA3B0F" w:rsidRDefault="00AA3B0F" w:rsidP="000F665D">
      <w:r>
        <w:t>Florin Cornea: pana acum</w:t>
      </w:r>
    </w:p>
    <w:p w:rsidR="00AA3B0F" w:rsidRDefault="00AA3B0F" w:rsidP="000F665D">
      <w:r>
        <w:t>pink.black :XM25: hop si eu</w:t>
      </w:r>
    </w:p>
    <w:p w:rsidR="00AA3B0F" w:rsidRDefault="00AA3B0F" w:rsidP="000F665D">
      <w:r>
        <w:t xml:space="preserve">Florin Cornea: strict </w:t>
      </w:r>
    </w:p>
    <w:p w:rsidR="00AA3B0F" w:rsidRDefault="00AA3B0F" w:rsidP="000F665D">
      <w:r>
        <w:t>Florin Cornea: la calcule matematice</w:t>
      </w:r>
    </w:p>
    <w:p w:rsidR="00AA3B0F" w:rsidRDefault="00AA3B0F" w:rsidP="000F665D">
      <w:r>
        <w:t>pink.black :XM25: nui` bine ce i`am zis la andrei?</w:t>
      </w:r>
    </w:p>
    <w:p w:rsidR="00AA3B0F" w:rsidRDefault="00AA3B0F" w:rsidP="000F665D">
      <w:r>
        <w:t>@ndyyy Andrei: la 1 ii bine</w:t>
      </w:r>
    </w:p>
    <w:p w:rsidR="00AA3B0F" w:rsidRDefault="00AA3B0F" w:rsidP="000F665D">
      <w:r>
        <w:t>@ndyyy Andrei: cum am facut noi</w:t>
      </w:r>
    </w:p>
    <w:p w:rsidR="00AA3B0F" w:rsidRDefault="00AA3B0F" w:rsidP="000F665D">
      <w:r>
        <w:t xml:space="preserve">@ndyyy Andrei: deci copiii mei </w:t>
      </w:r>
    </w:p>
    <w:p w:rsidR="00AA3B0F" w:rsidRDefault="00AA3B0F" w:rsidP="000F665D">
      <w:r>
        <w:t>@ndyyy Andrei: sa formulam odata 2</w:t>
      </w:r>
    </w:p>
    <w:p w:rsidR="00AA3B0F" w:rsidRDefault="00AA3B0F" w:rsidP="000F665D">
      <w:r>
        <w:t>pink.black :XM25: +k nu eram gata cu raspunsul</w:t>
      </w:r>
    </w:p>
    <w:p w:rsidR="00AA3B0F" w:rsidRDefault="00AA3B0F" w:rsidP="000F665D">
      <w:r>
        <w:t>@ndyyy Andrei: ca vreau sa dorm</w:t>
      </w:r>
    </w:p>
    <w:p w:rsidR="00AA3B0F" w:rsidRDefault="00AA3B0F" w:rsidP="000F665D">
      <w:r>
        <w:t xml:space="preserve">@ndyyy Andrei: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o saracutzu</w:t>
      </w:r>
    </w:p>
    <w:p w:rsidR="00AA3B0F" w:rsidRDefault="00AA3B0F" w:rsidP="000F665D">
      <w:r>
        <w:t>pink.black :XM25: eu de acum fac dush deci nu te mai plange</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t xml:space="preserve">...:::..SeNoRiTa kLaUdYtZa..:::...: poi combinam  ce a zis andrei cu florin inainte cu ce amz is eu acum  si la 1 intrebare s aiadsa mai bine </w:t>
      </w:r>
    </w:p>
    <w:p w:rsidR="00AA3B0F" w:rsidRDefault="00AA3B0F" w:rsidP="000F665D">
      <w:r>
        <w:t>@ndyyy Andrei: formulam odata ?</w:t>
      </w:r>
    </w:p>
    <w:p w:rsidR="00AA3B0F" w:rsidRDefault="00AA3B0F" w:rsidP="000F665D">
      <w:r>
        <w:t>@ndyyy Andrei: ;-w</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heiii</w:t>
      </w:r>
    </w:p>
    <w:p w:rsidR="00AA3B0F" w:rsidRDefault="00AA3B0F" w:rsidP="000F665D">
      <w:r>
        <w:t>pink.black :XM25: deci nici la 1 nu`i gata?</w:t>
      </w:r>
    </w:p>
    <w:p w:rsidR="00AA3B0F" w:rsidRDefault="00AA3B0F" w:rsidP="000F665D">
      <w:r>
        <w:t>@ndyyy Andrei: noh hai</w:t>
      </w:r>
    </w:p>
    <w:p w:rsidR="00AA3B0F" w:rsidRDefault="00AA3B0F" w:rsidP="000F665D">
      <w:r>
        <w:t>stefy roberta: amu la care?</w:t>
      </w:r>
    </w:p>
    <w:p w:rsidR="00AA3B0F" w:rsidRDefault="00AA3B0F" w:rsidP="000F665D">
      <w:r>
        <w:t>@ndyyy Andrei: la 1 ramane car am zis noi primii</w:t>
      </w:r>
    </w:p>
    <w:p w:rsidR="00AA3B0F" w:rsidRDefault="00AA3B0F" w:rsidP="000F665D">
      <w:r>
        <w:t>@ndyyy Andrei: ca ii buna</w:t>
      </w:r>
    </w:p>
    <w:p w:rsidR="00AA3B0F" w:rsidRDefault="00AA3B0F" w:rsidP="000F665D">
      <w:r>
        <w:t xml:space="preserve">@ndyyy Andrei: </w:t>
      </w:r>
    </w:p>
    <w:p w:rsidR="00AA3B0F" w:rsidRDefault="00AA3B0F" w:rsidP="000F665D">
      <w:r>
        <w:t>pink.black :XM25: ati uitat de madalin mai)</w:t>
      </w:r>
    </w:p>
    <w:p w:rsidR="00AA3B0F" w:rsidRDefault="00AA3B0F" w:rsidP="000F665D">
      <w:r>
        <w:t>pink.black :XM25: asa</w:t>
      </w:r>
    </w:p>
    <w:p w:rsidR="00AA3B0F" w:rsidRDefault="00AA3B0F" w:rsidP="000F665D">
      <w:r>
        <w:t>@ndyyy Andrei: cu poze si exemple pe ea</w:t>
      </w:r>
    </w:p>
    <w:p w:rsidR="00AA3B0F" w:rsidRDefault="00AA3B0F" w:rsidP="000F665D">
      <w:r>
        <w:t xml:space="preserve">stefy roberta: </w:t>
      </w:r>
    </w:p>
    <w:p w:rsidR="00AA3B0F" w:rsidRDefault="00AA3B0F" w:rsidP="000F665D">
      <w:r>
        <w:t>@ndyyy Andrei: bha</w:t>
      </w:r>
    </w:p>
    <w:p w:rsidR="00AA3B0F" w:rsidRDefault="00AA3B0F" w:rsidP="000F665D">
      <w:r>
        <w:t>@ndyyy Andrei: puteti fi seriosi odata ?</w:t>
      </w:r>
    </w:p>
    <w:p w:rsidR="00AA3B0F" w:rsidRDefault="00AA3B0F" w:rsidP="000F665D">
      <w:r>
        <w:t xml:space="preserve">@ndyyy Andrei: </w:t>
      </w:r>
    </w:p>
    <w:p w:rsidR="00AA3B0F" w:rsidRDefault="00AA3B0F" w:rsidP="000F665D">
      <w:r>
        <w:t>stefy roberta: da</w:t>
      </w:r>
    </w:p>
    <w:p w:rsidR="00AA3B0F" w:rsidRDefault="00AA3B0F" w:rsidP="000F665D">
      <w:r>
        <w:t>stefy roberta: zi</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daaa</w:t>
      </w:r>
    </w:p>
    <w:p w:rsidR="00AA3B0F" w:rsidRDefault="00AA3B0F" w:rsidP="000F665D">
      <w:r>
        <w:t>pink.black :XM25: bagat`il</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t>stefy roberta: odata cum face</w:t>
      </w:r>
    </w:p>
    <w:p w:rsidR="00AA3B0F" w:rsidRDefault="00AA3B0F" w:rsidP="000F665D">
      <w:r>
        <w:t>@ndyyy Andrei: formulam odata sau nu ?</w:t>
      </w:r>
    </w:p>
    <w:p w:rsidR="00AA3B0F" w:rsidRDefault="00AA3B0F" w:rsidP="000F665D">
      <w:r>
        <w:t>stefy roberta: ,</w:t>
      </w:r>
    </w:p>
    <w:p w:rsidR="00AA3B0F" w:rsidRDefault="00AA3B0F" w:rsidP="000F665D">
      <w:r>
        <w:t>stefy roberta: m</w:t>
      </w:r>
    </w:p>
    <w:p w:rsidR="00AA3B0F" w:rsidRDefault="00AA3B0F" w:rsidP="000F665D">
      <w:r>
        <w:t>stefy roberta: daaaaaaaaaaaaa</w:t>
      </w:r>
    </w:p>
    <w:p w:rsidR="00AA3B0F" w:rsidRDefault="00AA3B0F" w:rsidP="000F665D">
      <w:r>
        <w:t>pink.black :XM25: daaaaaaaa</w:t>
      </w:r>
    </w:p>
    <w:p w:rsidR="00AA3B0F" w:rsidRDefault="00AA3B0F" w:rsidP="000F665D">
      <w:r>
        <w:t>@ndyyy Andrei: bon</w:t>
      </w:r>
    </w:p>
    <w:p w:rsidR="00AA3B0F" w:rsidRDefault="00AA3B0F" w:rsidP="000F665D">
      <w:r>
        <w:t>Florin Cornea: Klaudia</w:t>
      </w:r>
    </w:p>
    <w:p w:rsidR="00AA3B0F" w:rsidRDefault="00AA3B0F" w:rsidP="000F665D">
      <w:r>
        <w:t>Florin Cornea: o zis dna profesoara</w:t>
      </w:r>
    </w:p>
    <w:p w:rsidR="00AA3B0F" w:rsidRDefault="00AA3B0F" w:rsidP="000F665D">
      <w:r>
        <w:t>...:::..SeNoRiTa kLaUdYtZa..:::...: da</w:t>
      </w:r>
    </w:p>
    <w:p w:rsidR="00AA3B0F" w:rsidRDefault="00AA3B0F" w:rsidP="000F665D">
      <w:r>
        <w:t>stefy roberta: am si eu cv</w:t>
      </w:r>
    </w:p>
    <w:p w:rsidR="00AA3B0F" w:rsidRDefault="00AA3B0F" w:rsidP="000F665D">
      <w:r>
        <w:t>stefy roberta: la a doua</w:t>
      </w:r>
    </w:p>
    <w:p w:rsidR="00AA3B0F" w:rsidRDefault="00AA3B0F" w:rsidP="000F665D">
      <w:r>
        <w:t xml:space="preserve">stefy roberta: </w:t>
      </w:r>
    </w:p>
    <w:p w:rsidR="00AA3B0F" w:rsidRDefault="00AA3B0F" w:rsidP="000F665D">
      <w:r>
        <w:t>Florin Cornea: ca ar vrea sa-i trimiti materialele</w:t>
      </w:r>
    </w:p>
    <w:p w:rsidR="00AA3B0F" w:rsidRDefault="00AA3B0F" w:rsidP="000F665D">
      <w:r>
        <w:t>...:::..SeNoRiTa kLaUdYtZa..:::...: la care?</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t>...:::..SeNoRiTa kLaUdYtZa..:::...: la intrebarea 2?</w:t>
      </w:r>
    </w:p>
    <w:p w:rsidR="00AA3B0F" w:rsidRDefault="00AA3B0F" w:rsidP="000F665D">
      <w:r>
        <w:t>...:::..SeNoRiTa kLaUdYtZa..:::...: inna termina cu smenale alea</w:t>
      </w:r>
    </w:p>
    <w:p w:rsidR="00AA3B0F" w:rsidRDefault="00AA3B0F" w:rsidP="000F665D">
      <w:r>
        <w:t>stefy roberta: Prezent»a matematicii ^³n economie nu mai trebuie</w:t>
      </w:r>
    </w:p>
    <w:p w:rsidR="00AA3B0F" w:rsidRDefault="00AA3B0F" w:rsidP="000F665D">
      <w:r>
        <w:t>demonstrat¸a pentru c¸a exemplele sunt multiple. Este binecunoscut »si faptul</w:t>
      </w:r>
    </w:p>
    <w:p w:rsidR="00AA3B0F" w:rsidRDefault="00AA3B0F" w:rsidP="000F665D">
      <w:r>
        <w:t>c¸a un num¸ar considerabil de laureat»i ai Premiului Nobel ^³n economie sunt de</w:t>
      </w:r>
    </w:p>
    <w:p w:rsidR="00AA3B0F" w:rsidRDefault="00AA3B0F" w:rsidP="000F665D">
      <w:r>
        <w:t>profesie matematicieni</w:t>
      </w:r>
    </w:p>
    <w:p w:rsidR="00AA3B0F" w:rsidRDefault="00AA3B0F" w:rsidP="000F665D">
      <w:r>
        <w:t>stefy roberta: da</w:t>
      </w:r>
    </w:p>
    <w:p w:rsidR="00AA3B0F" w:rsidRDefault="00AA3B0F" w:rsidP="000F665D">
      <w:r>
        <w:t>stefy roberta: da imi apare de 2 ori</w:t>
      </w:r>
    </w:p>
    <w:p w:rsidR="00AA3B0F" w:rsidRDefault="00AA3B0F" w:rsidP="000F665D">
      <w:r>
        <w:t>stefy roberta: dc?</w:t>
      </w:r>
    </w:p>
    <w:p w:rsidR="00AA3B0F" w:rsidRDefault="00AA3B0F" w:rsidP="000F665D">
      <w:r>
        <w:t>stefy roberta: nu`i bine ma</w:t>
      </w:r>
    </w:p>
    <w:p w:rsidR="00AA3B0F" w:rsidRDefault="00AA3B0F" w:rsidP="000F665D">
      <w:r>
        <w:t>stefy roberta: stati</w:t>
      </w:r>
    </w:p>
    <w:p w:rsidR="00AA3B0F" w:rsidRDefault="00AA3B0F" w:rsidP="000F665D">
      <w:r>
        <w:t xml:space="preserve">stefy roberta: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ce naiba ai femeie</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w:t>
      </w:r>
    </w:p>
    <w:p w:rsidR="00AA3B0F" w:rsidRDefault="00AA3B0F" w:rsidP="000F665D">
      <w:r>
        <w:t xml:space="preserve">...:::..SeNoRiTa kLaUdYtZa..:::...: stai </w:t>
      </w:r>
    </w:p>
    <w:p w:rsidR="00AA3B0F" w:rsidRDefault="00AA3B0F" w:rsidP="000F665D">
      <w:r>
        <w:t xml:space="preserve">@ndyyy Andrei: deci functiile algebrice modeleaza viata cotideana ajutand oamenii in diferite situatii: cum ar fi cutremurele de pamant ..tornade cand un uragan se porduce ..toate acestea se pot deduce cu ajutorul functiilor si a calculelor astefel ca mii de oameni sunt salvati zilnic.....un alt exemplu ar fi nasterea unui copil....in momentul in care acesta ajunge in bratele mamei bucuria acesteia urca pana la infinit precum graficul unei functii infinite </w:t>
      </w:r>
    </w:p>
    <w:p w:rsidR="00AA3B0F" w:rsidRDefault="00AA3B0F" w:rsidP="000F665D">
      <w:r>
        <w:t xml:space="preserve">@ndyyy Andrei: </w:t>
      </w:r>
    </w:p>
    <w:p w:rsidR="00AA3B0F" w:rsidRDefault="00AA3B0F" w:rsidP="000F665D">
      <w:r>
        <w:t>stefy roberta: prezenta matematicii in viata coditiana exista si nu mai trebuie demonstrata pentru ca se demonstreaza in orice moment al vietii...de exemplu foarte multi laureati ai premiului nobel sunt matematicieni</w:t>
      </w:r>
    </w:p>
    <w:p w:rsidR="00AA3B0F" w:rsidRDefault="00AA3B0F" w:rsidP="000F665D">
      <w:r>
        <w:t>stefy roberta: ii bine?</w:t>
      </w:r>
    </w:p>
    <w:p w:rsidR="00AA3B0F" w:rsidRDefault="00AA3B0F" w:rsidP="000F665D">
      <w:r>
        <w:t>@ndyyy Andrei: bine pe naiba</w:t>
      </w:r>
    </w:p>
    <w:p w:rsidR="00AA3B0F" w:rsidRDefault="00AA3B0F" w:rsidP="000F665D">
      <w:r>
        <w:t>@ndyyy Andrei: ii sec</w:t>
      </w:r>
    </w:p>
    <w:p w:rsidR="00AA3B0F" w:rsidRDefault="00AA3B0F" w:rsidP="000F665D">
      <w:r>
        <w:t>stefy roberta: nho`</w:t>
      </w:r>
    </w:p>
    <w:p w:rsidR="00AA3B0F" w:rsidRDefault="00AA3B0F" w:rsidP="000F665D">
      <w:r>
        <w:t xml:space="preserve">@ndyyy Andrei: nu-i bien cum am zis eu </w:t>
      </w:r>
    </w:p>
    <w:p w:rsidR="00AA3B0F" w:rsidRDefault="00AA3B0F" w:rsidP="000F665D">
      <w:r>
        <w:t>...:::..SeNoRiTa kLaUdYtZa..:::...: interfata cotidianului reflectata prin prisma matematicii o intalnim zi de zi in jurul nostru,adica spatiile in care locuim, care fara matematica folosita cu indemanare nu ar exista in forma actuala</w:t>
      </w:r>
    </w:p>
    <w:p w:rsidR="00AA3B0F" w:rsidRDefault="00AA3B0F" w:rsidP="000F665D">
      <w:r>
        <w:t xml:space="preserve">...:::..SeNoRiTa kLaUdYtZa..:::...: acum combinam asta cu alte idei </w:t>
      </w:r>
    </w:p>
    <w:p w:rsidR="00AA3B0F" w:rsidRDefault="00AA3B0F" w:rsidP="000F665D">
      <w:r>
        <w:t>@ndyyy Andrei: ?</w:t>
      </w:r>
    </w:p>
    <w:p w:rsidR="00AA3B0F" w:rsidRDefault="00AA3B0F" w:rsidP="000F665D">
      <w:r>
        <w:t xml:space="preserve">@ndyyy Andrei: </w:t>
      </w:r>
    </w:p>
    <w:p w:rsidR="00AA3B0F" w:rsidRDefault="00AA3B0F" w:rsidP="000F665D">
      <w:r>
        <w:t>stefy roberta: ii un exemplu omule</w:t>
      </w:r>
    </w:p>
    <w:p w:rsidR="00AA3B0F" w:rsidRDefault="00AA3B0F" w:rsidP="000F665D">
      <w:r>
        <w:t>stefy roberta: nu numa tu ai facut bine</w:t>
      </w:r>
    </w:p>
    <w:p w:rsidR="00AA3B0F" w:rsidRDefault="00AA3B0F" w:rsidP="000F665D">
      <w:r>
        <w:t xml:space="preserve">stefy roberta: </w:t>
      </w:r>
    </w:p>
    <w:p w:rsidR="00AA3B0F" w:rsidRDefault="00AA3B0F" w:rsidP="000F665D">
      <w:r>
        <w:t xml:space="preserve">...:::..SeNoRiTa kLaUdYtZa..:::...: poi da </w:t>
      </w:r>
    </w:p>
    <w:p w:rsidR="00AA3B0F" w:rsidRDefault="00AA3B0F" w:rsidP="000F665D">
      <w:r>
        <w:t xml:space="preserve">...:::..SeNoRiTa kLaUdYtZa..:::...: hai s aluam </w:t>
      </w:r>
    </w:p>
    <w:p w:rsidR="00AA3B0F" w:rsidRDefault="00AA3B0F" w:rsidP="000F665D">
      <w:r>
        <w:t xml:space="preserve">@ndyyy Andrei: bn </w:t>
      </w:r>
    </w:p>
    <w:p w:rsidR="00AA3B0F" w:rsidRDefault="00AA3B0F" w:rsidP="000F665D">
      <w:r>
        <w:t xml:space="preserve">@ndyyy Andrei: cimbinati-le </w:t>
      </w:r>
    </w:p>
    <w:p w:rsidR="00AA3B0F" w:rsidRDefault="00AA3B0F" w:rsidP="000F665D">
      <w:r>
        <w:t>...:::..SeNoRiTa kLaUdYtZa..:::...: cate o idee de la fiecare</w:t>
      </w:r>
    </w:p>
    <w:p w:rsidR="00AA3B0F" w:rsidRDefault="00AA3B0F" w:rsidP="000F665D">
      <w:r>
        <w:t xml:space="preserve">@ndyyy Andrei: eu v0am zis </w:t>
      </w:r>
    </w:p>
    <w:p w:rsidR="00AA3B0F" w:rsidRDefault="00AA3B0F" w:rsidP="000F665D">
      <w:r>
        <w:t>stefy roberta: da</w:t>
      </w:r>
    </w:p>
    <w:p w:rsidR="00AA3B0F" w:rsidRDefault="00AA3B0F" w:rsidP="000F665D">
      <w:r>
        <w:t xml:space="preserve">...:::..SeNoRiTa kLaUdYtZa..:::...: si sa facem unu mai bun </w:t>
      </w:r>
    </w:p>
    <w:p w:rsidR="00AA3B0F" w:rsidRDefault="00AA3B0F" w:rsidP="000F665D">
      <w:r>
        <w:t>pink.black :XM25: haha</w:t>
      </w:r>
    </w:p>
    <w:p w:rsidR="00AA3B0F" w:rsidRDefault="00AA3B0F" w:rsidP="000F665D">
      <w:r>
        <w:t>stefy roberta: da si eu vreau sa dau</w:t>
      </w:r>
    </w:p>
    <w:p w:rsidR="00AA3B0F" w:rsidRDefault="00AA3B0F" w:rsidP="000F665D">
      <w:r>
        <w:t xml:space="preserve">@ndyyy Andrei: mai ganditi amu si voi </w:t>
      </w:r>
    </w:p>
    <w:p w:rsidR="00AA3B0F" w:rsidRDefault="00AA3B0F" w:rsidP="000F665D">
      <w:r>
        <w:t>stefy roberta: ma</w:t>
      </w:r>
    </w:p>
    <w:p w:rsidR="00AA3B0F" w:rsidRDefault="00AA3B0F" w:rsidP="000F665D">
      <w:r>
        <w:t>pink.black :XM25: ai zis</w:t>
      </w:r>
    </w:p>
    <w:p w:rsidR="00AA3B0F" w:rsidRDefault="00AA3B0F" w:rsidP="000F665D">
      <w:r>
        <w:t xml:space="preserve">@ndyyy Andrei: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bai da io nu pot sa va ajut amuh ia pt ca o vn o matusa La mn..brb 5 min</w:t>
      </w:r>
    </w:p>
    <w:p w:rsidR="00AA3B0F" w:rsidRDefault="00AA3B0F" w:rsidP="000F665D">
      <w:r>
        <w:t>pink.black :XM25: sji eu am zis`</w:t>
      </w:r>
    </w:p>
    <w:p w:rsidR="00AA3B0F" w:rsidRDefault="00AA3B0F" w:rsidP="000F665D">
      <w:r>
        <w:t>pink.black :XM25: fac cu capul</w:t>
      </w:r>
    </w:p>
    <w:p w:rsidR="00AA3B0F" w:rsidRDefault="00AA3B0F" w:rsidP="000F665D">
      <w:r>
        <w:t>stefy roberta: k io nu</w:t>
      </w:r>
    </w:p>
    <w:p w:rsidR="00AA3B0F" w:rsidRDefault="00AA3B0F" w:rsidP="000F665D">
      <w:r>
        <w:t>pink.black :XM25: tu andrei ai raspuns la 2</w:t>
      </w:r>
    </w:p>
    <w:p w:rsidR="00AA3B0F" w:rsidRDefault="00AA3B0F" w:rsidP="000F665D">
      <w:r>
        <w:t>@ndyyy Andrei: cominati ideile</w:t>
      </w:r>
    </w:p>
    <w:p w:rsidR="00AA3B0F" w:rsidRDefault="00AA3B0F" w:rsidP="000F665D">
      <w:r>
        <w:t>pink.black :XM25: stefi la cat ai raspuns?</w:t>
      </w:r>
    </w:p>
    <w:p w:rsidR="00AA3B0F" w:rsidRDefault="00AA3B0F" w:rsidP="000F665D">
      <w:r>
        <w:t>stefy roberta: la 2</w:t>
      </w:r>
    </w:p>
    <w:p w:rsidR="00AA3B0F" w:rsidRDefault="00AA3B0F" w:rsidP="000F665D">
      <w:r>
        <w:t xml:space="preserve">...:::..SeNoRiTa kLaUdYtZa..:::...: bai hais a facem odata </w:t>
      </w:r>
    </w:p>
    <w:p w:rsidR="00AA3B0F" w:rsidRDefault="00AA3B0F" w:rsidP="000F665D">
      <w:r>
        <w:t xml:space="preserve">stefy roberta: </w:t>
      </w:r>
    </w:p>
    <w:p w:rsidR="00AA3B0F" w:rsidRDefault="00AA3B0F" w:rsidP="000F665D">
      <w:r>
        <w:t>pink.black :XM25: tot la 2?</w:t>
      </w:r>
    </w:p>
    <w:p w:rsidR="00AA3B0F" w:rsidRDefault="00AA3B0F" w:rsidP="000F665D">
      <w:r>
        <w:t>@ndyyy Andrei: eu am raspuns si la 11</w:t>
      </w:r>
    </w:p>
    <w:p w:rsidR="00AA3B0F" w:rsidRDefault="00AA3B0F" w:rsidP="000F665D">
      <w:r>
        <w:t xml:space="preserve">...:::..SeNoRiTa kLaUdYtZa..:::...: ca eu ies imd </w:t>
      </w:r>
    </w:p>
    <w:p w:rsidR="00AA3B0F" w:rsidRDefault="00AA3B0F" w:rsidP="000F665D">
      <w:r>
        <w:t>@ndyyy Andrei: 1'</w:t>
      </w:r>
    </w:p>
    <w:p w:rsidR="00AA3B0F" w:rsidRDefault="00AA3B0F" w:rsidP="000F665D">
      <w:r>
        <w:t>@ndyyy Andrei: am dat idei</w:t>
      </w:r>
    </w:p>
    <w:p w:rsidR="00AA3B0F" w:rsidRDefault="00AA3B0F" w:rsidP="000F665D">
      <w:r>
        <w:t>stefy roberta: daaaaaaaaaaaaa</w:t>
      </w:r>
    </w:p>
    <w:p w:rsidR="00AA3B0F" w:rsidRDefault="00AA3B0F" w:rsidP="000F665D">
      <w:r>
        <w:t xml:space="preserve">@ndyyy Andrei: </w:t>
      </w:r>
    </w:p>
    <w:p w:rsidR="00AA3B0F" w:rsidRDefault="00AA3B0F" w:rsidP="000F665D">
      <w:r>
        <w:t>@ndyyy Andrei: si le-am facut impreuna</w:t>
      </w:r>
    </w:p>
    <w:p w:rsidR="00AA3B0F" w:rsidRDefault="00AA3B0F" w:rsidP="000F665D">
      <w:r>
        <w:t>stefy roberta: la 2 am rasp</w:t>
      </w:r>
    </w:p>
    <w:p w:rsidR="00AA3B0F" w:rsidRDefault="00AA3B0F" w:rsidP="000F665D">
      <w:r>
        <w:t>@ndyyy Andrei: totaa is impreuna facute</w:t>
      </w:r>
    </w:p>
    <w:p w:rsidR="00AA3B0F" w:rsidRDefault="00AA3B0F" w:rsidP="000F665D">
      <w:r>
        <w:t>stefy roberta: si la 1 n`am raspuns</w:t>
      </w:r>
    </w:p>
    <w:p w:rsidR="00AA3B0F" w:rsidRDefault="00AA3B0F" w:rsidP="000F665D">
      <w:r>
        <w:t xml:space="preserve">stefy roberta: </w:t>
      </w:r>
    </w:p>
    <w:p w:rsidR="00AA3B0F" w:rsidRDefault="00AA3B0F" w:rsidP="000F665D">
      <w:r>
        <w:t>@ndyyy Andrei: nu ai raspuns singuyra</w:t>
      </w:r>
    </w:p>
    <w:p w:rsidR="00AA3B0F" w:rsidRDefault="00AA3B0F" w:rsidP="000F665D">
      <w:r>
        <w:t xml:space="preserve">...:::..SeNoRiTa kLaUdYtZa..:::...: pune   aia ce o zis deiu </w:t>
      </w:r>
    </w:p>
    <w:p w:rsidR="00AA3B0F" w:rsidRDefault="00AA3B0F" w:rsidP="000F665D">
      <w:r>
        <w:t>pink.black :XM25: deci sa terminam 2 atunci</w:t>
      </w:r>
    </w:p>
    <w:p w:rsidR="00AA3B0F" w:rsidRDefault="00AA3B0F" w:rsidP="000F665D">
      <w:r>
        <w:t xml:space="preserve">...:::..SeNoRiTa kLaUdYtZa..:::...: la 1 </w:t>
      </w:r>
    </w:p>
    <w:p w:rsidR="00AA3B0F" w:rsidRDefault="00AA3B0F" w:rsidP="000F665D">
      <w:r>
        <w:t>...:::..SeNoRiTa kLaUdYtZa..:::...: zi sa facem pe 2</w:t>
      </w:r>
    </w:p>
    <w:p w:rsidR="00AA3B0F" w:rsidRDefault="00AA3B0F" w:rsidP="000F665D">
      <w:r>
        <w:t>pink.black :XM25: si madda</w:t>
      </w:r>
    </w:p>
    <w:p w:rsidR="00AA3B0F" w:rsidRDefault="00AA3B0F" w:rsidP="000F665D">
      <w:r>
        <w:t xml:space="preserve">pink.black :XM25: </w:t>
      </w:r>
    </w:p>
    <w:p w:rsidR="00AA3B0F" w:rsidRDefault="00AA3B0F" w:rsidP="000F665D">
      <w:r>
        <w:t xml:space="preserve">...:::..SeNoRiTa kLaUdYtZa..:::...: ca m`am saturat aci </w:t>
      </w:r>
    </w:p>
    <w:p w:rsidR="00AA3B0F" w:rsidRDefault="00AA3B0F" w:rsidP="000F665D">
      <w:r>
        <w:t xml:space="preserve">...:::..SeNoRiTa kLaUdYtZa..:::...: hai mada zi la 2 </w:t>
      </w:r>
    </w:p>
    <w:p w:rsidR="00AA3B0F" w:rsidRDefault="00AA3B0F" w:rsidP="000F665D">
      <w:r>
        <w:t>@ndyyy Andrei: la 1 ramane aia si mai adaugam a lu claudia</w:t>
      </w:r>
    </w:p>
    <w:p w:rsidR="00AA3B0F" w:rsidRDefault="00AA3B0F" w:rsidP="000F665D">
      <w:r>
        <w:t>stefy roberta: la cine te`ai reff?</w:t>
      </w:r>
    </w:p>
    <w:p w:rsidR="00AA3B0F" w:rsidRDefault="00AA3B0F" w:rsidP="000F665D">
      <w:r>
        <w:t xml:space="preserve">...:::..SeNoRiTa kLaUdYtZa..:::...: dac ai facut s aterminam odata </w:t>
      </w:r>
    </w:p>
    <w:p w:rsidR="00AA3B0F" w:rsidRDefault="00AA3B0F" w:rsidP="000F665D">
      <w:r>
        <w:t>@ndyyy Andrei: si la 2 eu zic ca-i bine cum am zsi</w:t>
      </w:r>
    </w:p>
    <w:p w:rsidR="00AA3B0F" w:rsidRDefault="00AA3B0F" w:rsidP="000F665D">
      <w:r>
        <w:t>pink.black :XM25: nah  so` formulam odata ca lumea</w:t>
      </w:r>
    </w:p>
    <w:p w:rsidR="00AA3B0F" w:rsidRDefault="00AA3B0F" w:rsidP="000F665D">
      <w:r>
        <w:t>pink.black :XM25: imbinam ideile</w:t>
      </w:r>
    </w:p>
    <w:p w:rsidR="00AA3B0F" w:rsidRDefault="00AA3B0F" w:rsidP="000F665D">
      <w:r>
        <w:t>@ndyyy Andrei: si mai putem adauga a lu stefi</w:t>
      </w:r>
    </w:p>
    <w:p w:rsidR="00AA3B0F" w:rsidRDefault="00AA3B0F" w:rsidP="000F665D">
      <w:r>
        <w:t>Florin Cornea: nu uita-ti</w:t>
      </w:r>
    </w:p>
    <w:p w:rsidR="00AA3B0F" w:rsidRDefault="00AA3B0F" w:rsidP="000F665D">
      <w:r>
        <w:t>stefy roberta: mai am una</w:t>
      </w:r>
    </w:p>
    <w:p w:rsidR="00AA3B0F" w:rsidRDefault="00AA3B0F" w:rsidP="000F665D">
      <w:r>
        <w:t>stefy roberta: hou</w:t>
      </w:r>
    </w:p>
    <w:p w:rsidR="00AA3B0F" w:rsidRDefault="00AA3B0F" w:rsidP="000F665D">
      <w:r>
        <w:t>pink.black :XM25: zi`o</w:t>
      </w:r>
    </w:p>
    <w:p w:rsidR="00AA3B0F" w:rsidRDefault="00AA3B0F" w:rsidP="000F665D">
      <w:r>
        <w:t>stefy roberta: matematicaisi extrage prbleme de peste tot</w:t>
      </w:r>
    </w:p>
    <w:p w:rsidR="00AA3B0F" w:rsidRDefault="00AA3B0F" w:rsidP="000F665D">
      <w:r>
        <w:t xml:space="preserve">Florin Cornea: modelati-le cu ajutorul unor cuvinte </w:t>
      </w:r>
    </w:p>
    <w:p w:rsidR="00AA3B0F" w:rsidRDefault="00AA3B0F" w:rsidP="000F665D">
      <w:r>
        <w:t>Florin Cornea: destul de complexe</w:t>
      </w:r>
    </w:p>
    <w:p w:rsidR="00AA3B0F" w:rsidRDefault="00AA3B0F" w:rsidP="000F665D">
      <w:r>
        <w:t>stefy roberta: matematica*</w:t>
      </w:r>
    </w:p>
    <w:p w:rsidR="00AA3B0F" w:rsidRDefault="00AA3B0F" w:rsidP="000F665D">
      <w:r>
        <w:t>stefy roberta: isi*</w:t>
      </w:r>
    </w:p>
    <w:p w:rsidR="00AA3B0F" w:rsidRDefault="00AA3B0F" w:rsidP="000F665D">
      <w:r>
        <w:t>pink.black :XM25: asa</w:t>
      </w:r>
    </w:p>
    <w:p w:rsidR="00AA3B0F" w:rsidRDefault="00AA3B0F" w:rsidP="000F665D">
      <w:r>
        <w:t>pink.black :XM25: stai k ne mai vin idei</w:t>
      </w:r>
    </w:p>
    <w:p w:rsidR="00AA3B0F" w:rsidRDefault="00AA3B0F" w:rsidP="000F665D">
      <w:r>
        <w:t xml:space="preserve">@ndyyy Andrei: noh haideti </w:t>
      </w:r>
    </w:p>
    <w:p w:rsidR="00AA3B0F" w:rsidRDefault="00AA3B0F" w:rsidP="000F665D">
      <w:r>
        <w:t>stefy roberta: matematica este o adevarata hrana pt minte</w:t>
      </w:r>
    </w:p>
    <w:p w:rsidR="00AA3B0F" w:rsidRDefault="00AA3B0F" w:rsidP="000F665D">
      <w:r>
        <w:t>@ndyyy Andrei: nu are nici o legatura</w:t>
      </w:r>
    </w:p>
    <w:p w:rsidR="00AA3B0F" w:rsidRDefault="00AA3B0F" w:rsidP="000F665D">
      <w:r>
        <w:t xml:space="preserve">@ndyyy Andrei: </w:t>
      </w:r>
    </w:p>
    <w:p w:rsidR="00AA3B0F" w:rsidRDefault="00AA3B0F" w:rsidP="000F665D">
      <w:r>
        <w:t>@ndyyy Andrei: cu intrebarea aia</w:t>
      </w:r>
    </w:p>
    <w:p w:rsidR="00AA3B0F" w:rsidRDefault="00AA3B0F" w:rsidP="000F665D">
      <w:r>
        <w:t>@ndyyy Andrei: intelegi ?</w:t>
      </w:r>
    </w:p>
    <w:p w:rsidR="00AA3B0F" w:rsidRDefault="00AA3B0F" w:rsidP="000F665D">
      <w:r>
        <w:t>...:::..SeNoRiTa kLaUdYtZa..:::...: asta cam asa e</w:t>
      </w:r>
    </w:p>
    <w:p w:rsidR="00AA3B0F" w:rsidRDefault="00AA3B0F" w:rsidP="000F665D">
      <w:r>
        <w:t xml:space="preserve">@ndyyy Andrei: </w:t>
      </w:r>
    </w:p>
    <w:p w:rsidR="00AA3B0F" w:rsidRDefault="00AA3B0F" w:rsidP="000F665D">
      <w:r>
        <w:t>stefy roberta: vai</w:t>
      </w:r>
    </w:p>
    <w:p w:rsidR="00AA3B0F" w:rsidRDefault="00AA3B0F" w:rsidP="000F665D">
      <w:r>
        <w:t>@ndyyy Andrei: pune odata rapsunsu ala de il zisai io</w:t>
      </w:r>
    </w:p>
    <w:p w:rsidR="00AA3B0F" w:rsidRDefault="00AA3B0F" w:rsidP="000F665D">
      <w:r>
        <w:t>stefy roberta: la care</w:t>
      </w:r>
    </w:p>
    <w:p w:rsidR="00AA3B0F" w:rsidRDefault="00AA3B0F" w:rsidP="000F665D">
      <w:r>
        <w:t>stefy roberta: /</w:t>
      </w:r>
    </w:p>
    <w:p w:rsidR="00AA3B0F" w:rsidRDefault="00AA3B0F" w:rsidP="000F665D">
      <w:r>
        <w:t>@ndyyy Andrei: si mai pune la 1 ce o mai zis clau pe langa</w:t>
      </w:r>
    </w:p>
    <w:p w:rsidR="00AA3B0F" w:rsidRDefault="00AA3B0F" w:rsidP="000F665D">
      <w:r>
        <w:t>stefy roberta: ?</w:t>
      </w:r>
    </w:p>
    <w:p w:rsidR="00AA3B0F" w:rsidRDefault="00AA3B0F" w:rsidP="000F665D">
      <w:r>
        <w:t>@ndyyy Andrei: si ii bine</w:t>
      </w:r>
    </w:p>
    <w:p w:rsidR="00AA3B0F" w:rsidRDefault="00AA3B0F" w:rsidP="000F665D">
      <w:r>
        <w:t xml:space="preserve">@ndyyy Andrei: la 2 mah </w:t>
      </w:r>
    </w:p>
    <w:p w:rsidR="00AA3B0F" w:rsidRDefault="00AA3B0F" w:rsidP="000F665D">
      <w:r>
        <w:t>stefy roberta: si eu cum o sa fiu la 1?</w:t>
      </w:r>
    </w:p>
    <w:p w:rsidR="00AA3B0F" w:rsidRDefault="00AA3B0F" w:rsidP="000F665D">
      <w:r>
        <w:t xml:space="preserve">@ndyyy Andrei: pui raspunsu ala </w:t>
      </w:r>
    </w:p>
    <w:p w:rsidR="00AA3B0F" w:rsidRDefault="00AA3B0F" w:rsidP="000F665D">
      <w:r>
        <w:t>stefy roberta: k nu am zis nmk</w:t>
      </w:r>
    </w:p>
    <w:p w:rsidR="00AA3B0F" w:rsidRDefault="00AA3B0F" w:rsidP="000F665D">
      <w:r>
        <w:t xml:space="preserve">stefy roberta: </w:t>
      </w:r>
    </w:p>
    <w:p w:rsidR="00AA3B0F" w:rsidRDefault="00AA3B0F" w:rsidP="000F665D">
      <w:r>
        <w:t xml:space="preserve">@ndyyy Andrei: ai contribuit destul la referat </w:t>
      </w:r>
    </w:p>
    <w:p w:rsidR="00AA3B0F" w:rsidRDefault="00AA3B0F" w:rsidP="000F665D">
      <w:r>
        <w:t xml:space="preserve">@ndyyy Andrei: </w:t>
      </w:r>
    </w:p>
    <w:p w:rsidR="00AA3B0F" w:rsidRDefault="00AA3B0F" w:rsidP="000F665D">
      <w:r>
        <w:t>@ndyyy Andrei: ca ai gasit proprietati pe acolo</w:t>
      </w:r>
    </w:p>
    <w:p w:rsidR="00AA3B0F" w:rsidRDefault="00AA3B0F" w:rsidP="000F665D">
      <w:r>
        <w:t>Florin Cornea: ba</w:t>
      </w:r>
    </w:p>
    <w:p w:rsidR="00AA3B0F" w:rsidRDefault="00AA3B0F" w:rsidP="000F665D">
      <w:r>
        <w:t>stefy roberta: da pune amu</w:t>
      </w:r>
    </w:p>
    <w:p w:rsidR="00AA3B0F" w:rsidRDefault="00AA3B0F" w:rsidP="000F665D">
      <w:r>
        <w:t xml:space="preserve">@ndyyy Andrei: si oricum ai zis si la 1 </w:t>
      </w:r>
    </w:p>
    <w:p w:rsidR="00AA3B0F" w:rsidRDefault="00AA3B0F" w:rsidP="000F665D">
      <w:r>
        <w:t>stefy roberta: si una de la mine la 1</w:t>
      </w:r>
    </w:p>
    <w:p w:rsidR="00AA3B0F" w:rsidRDefault="00AA3B0F" w:rsidP="000F665D">
      <w:r>
        <w:t xml:space="preserve">@ndyyy Andrei: </w:t>
      </w:r>
    </w:p>
    <w:p w:rsidR="00AA3B0F" w:rsidRDefault="00AA3B0F" w:rsidP="000F665D">
      <w:r>
        <w:t>@ndyyy Andrei: puneti aclolo odta</w:t>
      </w:r>
    </w:p>
    <w:p w:rsidR="00AA3B0F" w:rsidRDefault="00AA3B0F" w:rsidP="000F665D">
      <w:r>
        <w:t>@ndyyy Andrei: am iesit</w:t>
      </w:r>
    </w:p>
    <w:p w:rsidR="00AA3B0F" w:rsidRDefault="00AA3B0F" w:rsidP="000F665D">
      <w:r>
        <w:t>stefy roberta: aia care o zisai</w:t>
      </w:r>
    </w:p>
    <w:p w:rsidR="00AA3B0F" w:rsidRDefault="00AA3B0F" w:rsidP="000F665D">
      <w:r>
        <w:t>@ndyyy Andrei: ceau</w:t>
      </w:r>
    </w:p>
    <w:p w:rsidR="00AA3B0F" w:rsidRDefault="00AA3B0F" w:rsidP="000F665D">
      <w:r>
        <w:t xml:space="preserve">@ndyyy Andrei: </w:t>
      </w:r>
    </w:p>
    <w:p w:rsidR="00AA3B0F" w:rsidRDefault="00AA3B0F" w:rsidP="000F665D">
      <w:r>
        <w:t xml:space="preserve">...:::..SeNoRiTa kLaUdYtZa..:::...: bah pune ce o zis deiu si ce am zis eu cv de la mine  la 1 pune aia la 1 </w:t>
      </w:r>
    </w:p>
    <w:p w:rsidR="00AA3B0F" w:rsidRDefault="00AA3B0F" w:rsidP="000F665D">
      <w:r>
        <w:t>stefy roberta: k matematica isi extrage probleme de peste tot</w:t>
      </w:r>
    </w:p>
    <w:p w:rsidR="00AA3B0F" w:rsidRDefault="00AA3B0F" w:rsidP="000F665D">
      <w:r>
        <w:t xml:space="preserve">...:::..SeNoRiTa kLaUdYtZa..:::...: si la 2 gfaceti acum mada cu stefi </w:t>
      </w:r>
    </w:p>
    <w:p w:rsidR="00AA3B0F" w:rsidRDefault="00AA3B0F" w:rsidP="000F665D">
      <w:r>
        <w:t>@ndyyy Andrei: cred ca va descurcati sa imbinati ideile alea au</w:t>
      </w:r>
    </w:p>
    <w:p w:rsidR="00AA3B0F" w:rsidRDefault="00AA3B0F" w:rsidP="000F665D">
      <w:r>
        <w:t>stefy roberta: pune`o la 1</w:t>
      </w:r>
    </w:p>
    <w:p w:rsidR="00AA3B0F" w:rsidRDefault="00AA3B0F" w:rsidP="000F665D">
      <w:r>
        <w:t>@ndyyy Andrei: amu'</w:t>
      </w:r>
    </w:p>
    <w:p w:rsidR="00AA3B0F" w:rsidRDefault="00AA3B0F" w:rsidP="000F665D">
      <w:r>
        <w:t xml:space="preserve">...:::..SeNoRiTa kLaUdYtZa..:::...: si datile la florins ale puna sa terminam odata cu ele </w:t>
      </w:r>
    </w:p>
    <w:p w:rsidR="00AA3B0F" w:rsidRDefault="00AA3B0F" w:rsidP="000F665D">
      <w:r>
        <w:t>@ndyyy Andrei: exact</w:t>
      </w:r>
    </w:p>
    <w:p w:rsidR="00AA3B0F" w:rsidRDefault="00AA3B0F" w:rsidP="000F665D">
      <w:r>
        <w:t>@ndyyy Andrei: florin fa-le cu imagini</w:t>
      </w:r>
    </w:p>
    <w:p w:rsidR="00AA3B0F" w:rsidRDefault="00AA3B0F" w:rsidP="000F665D">
      <w:r>
        <w:t>@ndyyy Andrei: ok?</w:t>
      </w:r>
    </w:p>
    <w:p w:rsidR="00AA3B0F" w:rsidRDefault="00AA3B0F" w:rsidP="000F665D">
      <w:r>
        <w:t xml:space="preserve">@ndyyy Andrei: </w:t>
      </w:r>
    </w:p>
    <w:p w:rsidR="00AA3B0F" w:rsidRDefault="00AA3B0F" w:rsidP="000F665D">
      <w:r>
        <w:t>@ndyyy Andrei: v-am lasat oameni bunai</w:t>
      </w:r>
    </w:p>
    <w:p w:rsidR="00AA3B0F" w:rsidRDefault="00AA3B0F" w:rsidP="000F665D">
      <w:r>
        <w:t>stefy roberta: unde ii lorin?</w:t>
      </w:r>
    </w:p>
    <w:p w:rsidR="00AA3B0F" w:rsidRDefault="00AA3B0F" w:rsidP="000F665D">
      <w:r>
        <w:t>stefy roberta: florin*</w:t>
      </w:r>
    </w:p>
    <w:p w:rsidR="00AA3B0F" w:rsidRDefault="00AA3B0F" w:rsidP="000F665D">
      <w:r>
        <w:t>@ndyyy Andrei: sall</w:t>
      </w:r>
    </w:p>
    <w:p w:rsidR="00AA3B0F" w:rsidRDefault="00AA3B0F" w:rsidP="000F665D">
      <w:r>
        <w:t>@ndyyy Andrei: noapte buna</w:t>
      </w:r>
    </w:p>
    <w:p w:rsidR="00AA3B0F" w:rsidRDefault="00AA3B0F" w:rsidP="000F665D">
      <w:r>
        <w:t>stefy roberta: se</w:t>
      </w:r>
    </w:p>
    <w:p w:rsidR="00AA3B0F" w:rsidRDefault="00AA3B0F" w:rsidP="000F665D">
      <w:r>
        <w:t xml:space="preserve">@ndyyy Andrei: </w:t>
      </w:r>
    </w:p>
    <w:p w:rsidR="00AA3B0F" w:rsidRDefault="00AA3B0F" w:rsidP="000F665D">
      <w:r>
        <w:t>@ndyyy Andrei: :_h</w:t>
      </w:r>
    </w:p>
    <w:p w:rsidR="00AA3B0F" w:rsidRDefault="00AA3B0F" w:rsidP="000F665D">
      <w:r>
        <w:t>...:::..SeNoRiTa kLaUdYtZa..:::...: seah</w:t>
      </w:r>
    </w:p>
    <w:p w:rsidR="00AA3B0F" w:rsidRDefault="00AA3B0F" w:rsidP="000F665D">
      <w:r>
        <w:t>stefy roberta: cosmaruri placurte</w:t>
      </w:r>
    </w:p>
    <w:p w:rsidR="00AA3B0F" w:rsidRDefault="00AA3B0F" w:rsidP="000F665D">
      <w:r>
        <w:t xml:space="preserve">stefy roberta: </w:t>
      </w:r>
    </w:p>
    <w:p w:rsidR="00AA3B0F" w:rsidRDefault="00AA3B0F" w:rsidP="000F665D">
      <w:r>
        <w:t xml:space="preserve">stefy roberta: </w:t>
      </w:r>
    </w:p>
    <w:p w:rsidR="00AA3B0F" w:rsidRDefault="00AA3B0F" w:rsidP="000F665D">
      <w:r>
        <w:t xml:space="preserve">@ndyyy Andrei: </w:t>
      </w:r>
    </w:p>
    <w:p w:rsidR="00AA3B0F" w:rsidRDefault="00AA3B0F" w:rsidP="000F665D">
      <w:r>
        <w:t>@ndyyy Andrei: ms la fel</w:t>
      </w:r>
    </w:p>
    <w:p w:rsidR="00AA3B0F" w:rsidRDefault="00AA3B0F" w:rsidP="000F665D">
      <w:r>
        <w:t>stefy roberta: npk</w:t>
      </w:r>
    </w:p>
    <w:p w:rsidR="00AA3B0F" w:rsidRDefault="00AA3B0F" w:rsidP="000F665D">
      <w:r>
        <w:t xml:space="preserve">stefy roberta: </w:t>
      </w:r>
    </w:p>
    <w:p w:rsidR="00AA3B0F" w:rsidRDefault="00AA3B0F" w:rsidP="000F665D">
      <w:r>
        <w:t>@ndyyy Andrei: ))))))))</w:t>
      </w:r>
    </w:p>
    <w:p w:rsidR="00AA3B0F" w:rsidRDefault="00AA3B0F" w:rsidP="000F665D">
      <w:r>
        <w:t xml:space="preserve">stefy roberta: </w:t>
      </w:r>
    </w:p>
    <w:p w:rsidR="00AA3B0F" w:rsidRDefault="00AA3B0F" w:rsidP="000F665D">
      <w:r>
        <w:t xml:space="preserve">stefy roberta: </w:t>
      </w:r>
    </w:p>
    <w:p w:rsidR="00AA3B0F" w:rsidRDefault="00AA3B0F" w:rsidP="000F665D">
      <w:r>
        <w:t>stefy roberta: nb`</w:t>
      </w:r>
    </w:p>
    <w:p w:rsidR="00AA3B0F" w:rsidRDefault="00AA3B0F" w:rsidP="000F665D">
      <w:r>
        <w:t xml:space="preserve">...:::..SeNoRiTa kLaUdYtZa..:::...: ieshi mau azi </w:t>
      </w:r>
    </w:p>
    <w:p w:rsidR="00AA3B0F" w:rsidRDefault="00AA3B0F" w:rsidP="000F665D">
      <w:r>
        <w:t xml:space="preserve">...:::..SeNoRiTa kLaUdYtZa..:::...: nu  mai ma  enerva </w:t>
      </w:r>
    </w:p>
    <w:p w:rsidR="00AA3B0F" w:rsidRDefault="00AA3B0F" w:rsidP="000F665D">
      <w:r>
        <w:t>...:::..SeNoRiTa kLaUdYtZa..:::...: asa</w:t>
      </w:r>
    </w:p>
    <w:p w:rsidR="00AA3B0F" w:rsidRDefault="00AA3B0F" w:rsidP="000F665D">
      <w:r>
        <w:t xml:space="preserve">...:::..SeNoRiTa kLaUdYtZa..:::...: bun deci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gta</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gata</w:t>
      </w:r>
    </w:p>
    <w:p w:rsidR="00AA3B0F" w:rsidRDefault="00AA3B0F" w:rsidP="000F665D">
      <w:r>
        <w:t xml:space="preserve">...:::..SeNoRiTa kLaUdYtZa..:::...: punem  ce o zis el  cu cv de la mine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deci cu ce va ajut</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w:t>
      </w:r>
    </w:p>
    <w:p w:rsidR="00AA3B0F" w:rsidRDefault="00AA3B0F" w:rsidP="000F665D">
      <w:r>
        <w:t>...:::..SeNoRiTa kLaUdYtZa..:::...: la 1</w:t>
      </w:r>
    </w:p>
    <w:p w:rsidR="00AA3B0F" w:rsidRDefault="00AA3B0F" w:rsidP="000F665D">
      <w:r>
        <w:t>...:::..SeNoRiTa kLaUdYtZa..:::...: apoi la 2 faceti voi cv</w:t>
      </w:r>
    </w:p>
    <w:p w:rsidR="00AA3B0F" w:rsidRDefault="00AA3B0F" w:rsidP="000F665D">
      <w:r>
        <w:t>stefy roberta: mai ii careva amu</w:t>
      </w:r>
    </w:p>
    <w:p w:rsidR="00AA3B0F" w:rsidRDefault="00AA3B0F" w:rsidP="000F665D">
      <w:r>
        <w:t>stefy roberta: aci?</w:t>
      </w:r>
    </w:p>
    <w:p w:rsidR="00AA3B0F" w:rsidRDefault="00AA3B0F" w:rsidP="000F665D">
      <w:r>
        <w:t xml:space="preserve">...:::..SeNoRiTa kLaUdYtZa..:::...: si luati idei si  de la mine </w:t>
      </w:r>
    </w:p>
    <w:p w:rsidR="00AA3B0F" w:rsidRDefault="00AA3B0F" w:rsidP="000F665D">
      <w:r>
        <w:t>stefy roberta: o sa mor</w:t>
      </w:r>
    </w:p>
    <w:p w:rsidR="00AA3B0F" w:rsidRDefault="00AA3B0F" w:rsidP="000F665D">
      <w:r>
        <w:t>Florin Cornea: deci</w:t>
      </w:r>
    </w:p>
    <w:p w:rsidR="00AA3B0F" w:rsidRDefault="00AA3B0F" w:rsidP="000F665D">
      <w:r>
        <w:t xml:space="preserve">...:::..SeNoRiTa kLaUdYtZa..:::...: Pai de ex functia exponentiala ne modeleaza viata  momentul cand se naste cineva, fenomen sau eveniment asteptat a carui bucurie e si mai amplificata in clipa in care simti bucurîa de a fii parinte stii k se va naste iar cand il ai deja fericisea e fara margini....tinde la plus infinit  </w:t>
      </w:r>
    </w:p>
    <w:p w:rsidR="00AA3B0F" w:rsidRDefault="00AA3B0F" w:rsidP="000F665D">
      <w:r>
        <w:t xml:space="preserve">...:::..SeNoRiTa kLaUdYtZa..:::...: o idee la 2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da florin</w:t>
      </w:r>
    </w:p>
    <w:p w:rsidR="00AA3B0F" w:rsidRDefault="00AA3B0F" w:rsidP="000F665D">
      <w:r>
        <w:t xml:space="preserve">...:::..SeNoRiTa kLaUdYtZa..:::...: da zi </w:t>
      </w:r>
    </w:p>
    <w:p w:rsidR="00AA3B0F" w:rsidRDefault="00AA3B0F" w:rsidP="000F665D">
      <w:r>
        <w:t>Florin Cornea: pune-ti amandoua</w:t>
      </w:r>
    </w:p>
    <w:p w:rsidR="00AA3B0F" w:rsidRDefault="00AA3B0F" w:rsidP="000F665D">
      <w:r>
        <w:t>stefy roberta: zi florin odata</w:t>
      </w:r>
    </w:p>
    <w:p w:rsidR="00AA3B0F" w:rsidRDefault="00AA3B0F" w:rsidP="000F665D">
      <w:r>
        <w:t>Florin Cornea: raspunsurile de la 1</w:t>
      </w:r>
    </w:p>
    <w:p w:rsidR="00AA3B0F" w:rsidRDefault="00AA3B0F" w:rsidP="000F665D">
      <w:r>
        <w:t>Florin Cornea: in fata mea</w:t>
      </w:r>
    </w:p>
    <w:p w:rsidR="00AA3B0F" w:rsidRDefault="00AA3B0F" w:rsidP="000F665D">
      <w:r>
        <w:t xml:space="preserve">...:::..SeNoRiTa kLaUdYtZa..:::...: bun acum </w:t>
      </w:r>
    </w:p>
    <w:p w:rsidR="00AA3B0F" w:rsidRDefault="00AA3B0F" w:rsidP="000F665D">
      <w:r>
        <w:t>Florin Cornea: ca le modelez eu</w:t>
      </w:r>
    </w:p>
    <w:p w:rsidR="00AA3B0F" w:rsidRDefault="00AA3B0F" w:rsidP="000F665D">
      <w:r>
        <w:t>stefy roberta: Inca din cele mai vechi timpuri, matematica a fost folosita in viata cotidiana. Toate Constructiile au fost proiectate cu ajutorul cunostintelor geometrice. Au existat de-alungul vremii anumite sclipiriri ale gandirii unor proiectanti care au reusti sa creeze anumite opere de arta cu ajutorur cunostintelor matematice si a imaginatiei..., opere care trec de nivelul ratiunii omului simplu.</w:t>
      </w:r>
    </w:p>
    <w:p w:rsidR="00AA3B0F" w:rsidRDefault="00AA3B0F" w:rsidP="000F665D">
      <w:r>
        <w:t>...:::..SeNoRiTa kLaUdYtZa..:::...: interfata cotidianului reflectata prin prisma matematicii o intalnim zi de zi in jurul nostru,adica spatiile in care locuim, care fara matematica folosita cu indemanare nu ar exista in forma actuala</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Inca din cele mai vechi timpuri, matematica a fost folosita in viata cotidiana. Toate Constructiile au fost proiectate cu ajutorul cunostintelor geometrice. Au existat de-alungul vremii anumite sclipiriri ale gandirii unor proiectanti care au reusti sa creeze anumite opere de arta cu ajutorur cunostintelor matematice si a imaginatiei..., opere care trec de nivelul ratiunii omului simplu.</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asta la 1</w:t>
      </w:r>
    </w:p>
    <w:p w:rsidR="00AA3B0F" w:rsidRDefault="00AA3B0F" w:rsidP="000F665D">
      <w:r>
        <w:t>...:::..SeNoRiTa kLaUdYtZa..:::...: deci functiile algebrice modeleaza viata cotideana ajutand oamenii in diferite situatii: cum ar fi cutremurele de pamant ..tornade cand un uragan se porduce ..toate acestea se pot deduce cu ajutorul functiilor si a calculelor astefel ca mii de oameni sunt salvati zilnic.....un alt exemplu ar fi nasterea unui copil....in momentul in care acesta ajunge in bratele mamei bucuria acesteia urca pana la infinit precum graficul unei functii infinit</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ai scris`o</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w:t>
      </w:r>
    </w:p>
    <w:p w:rsidR="00AA3B0F" w:rsidRDefault="00AA3B0F" w:rsidP="000F665D">
      <w:r>
        <w:t>...:::..SeNoRiTa kLaUdYtZa..:::...: bah inna da ce dai u acolo mah ?</w:t>
      </w:r>
    </w:p>
    <w:p w:rsidR="00AA3B0F" w:rsidRDefault="00AA3B0F" w:rsidP="000F665D">
      <w:r>
        <w:t>stefy roberta: : interfata cotidianului reflectata prin prisma matematicii o intalnim zi de zi in jurul nostru,adica spatiile in care locuim, care fara matematica folosita cu indemanare nu ar exista in forma actuala</w:t>
      </w:r>
    </w:p>
    <w:p w:rsidR="00AA3B0F" w:rsidRDefault="00AA3B0F" w:rsidP="000F665D">
      <w:r>
        <w:t>...:::..SeNoRiTa kLaUdYtZa..:::...: deci houuuuuuuuuuuuu</w:t>
      </w:r>
    </w:p>
    <w:p w:rsidR="00AA3B0F" w:rsidRDefault="00AA3B0F" w:rsidP="000F665D">
      <w:r>
        <w:t xml:space="preserve">...:::..SeNoRiTa kLaUdYtZa..:::...: num ai dati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ii raspunsu pe care l`o dat la 1 deiu</w:t>
      </w:r>
    </w:p>
    <w:p w:rsidR="00AA3B0F" w:rsidRDefault="00AA3B0F" w:rsidP="000F665D">
      <w:r>
        <w:t xml:space="preserve">...:::..SeNoRiTa kLaUdYtZa..:::...: una langa alta </w:t>
      </w:r>
    </w:p>
    <w:p w:rsidR="00AA3B0F" w:rsidRDefault="00AA3B0F" w:rsidP="000F665D">
      <w:r>
        <w:t>...:::..SeNoRiTa kLaUdYtZa..:::...: 1 data c anu mai stie unde sa citeasca</w:t>
      </w:r>
    </w:p>
    <w:p w:rsidR="00AA3B0F" w:rsidRDefault="00AA3B0F" w:rsidP="000F665D">
      <w:r>
        <w:t xml:space="preserve">...:::..SeNoRiTa kLaUdYtZa..:::...: deci stai ca iti dau eu acum aman2 </w:t>
      </w:r>
    </w:p>
    <w:p w:rsidR="00AA3B0F" w:rsidRDefault="00AA3B0F" w:rsidP="000F665D">
      <w:r>
        <w:t xml:space="preserve">...:::..SeNoRiTa kLaUdYtZa..:::...: num ai dati si voi odata </w:t>
      </w:r>
    </w:p>
    <w:p w:rsidR="00AA3B0F" w:rsidRDefault="00AA3B0F" w:rsidP="000F665D">
      <w:r>
        <w:t>Florin Cornea: deci</w:t>
      </w:r>
    </w:p>
    <w:p w:rsidR="00AA3B0F" w:rsidRDefault="00AA3B0F" w:rsidP="000F665D">
      <w:r>
        <w:t>...:::..SeNoRiTa kLaUdYtZa..:::...: ca se incuca</w:t>
      </w:r>
    </w:p>
    <w:p w:rsidR="00AA3B0F" w:rsidRDefault="00AA3B0F" w:rsidP="000F665D">
      <w:r>
        <w:t>Florin Cornea: ala nu la dat deiu</w:t>
      </w:r>
    </w:p>
    <w:p w:rsidR="00AA3B0F" w:rsidRDefault="00AA3B0F" w:rsidP="000F665D">
      <w:r>
        <w:t>Florin Cornea: asa ca</w:t>
      </w:r>
    </w:p>
    <w:p w:rsidR="00AA3B0F" w:rsidRDefault="00AA3B0F" w:rsidP="000F665D">
      <w:r>
        <w:t>Florin Cornea: ....</w:t>
      </w:r>
    </w:p>
    <w:p w:rsidR="00AA3B0F" w:rsidRDefault="00AA3B0F" w:rsidP="000F665D">
      <w:r>
        <w:t>...:::..SeNoRiTa kLaUdYtZa..:::...: Inca din cele mai vechi timpuri, matematica a fost folosita in viata cotidiana. Toate Constructiile au fost proiectate cu ajutorul cunostintelor geometrice. Au existat de-alungul vremii anumite sclipiriri ale gandirii unor proiectanti care au reusti sa creeze anumite opere de arta cu ajutorur cunostintelor matematice si a imaginatiei..., opere care trec de nivelul ratiunii omului simplu.</w:t>
      </w:r>
    </w:p>
    <w:p w:rsidR="00AA3B0F" w:rsidRDefault="00AA3B0F" w:rsidP="000F665D">
      <w:r>
        <w:t xml:space="preserve">...:::..SeNoRiTa kLaUdYtZa..:::...: deci functiile algebrice modeleaza viata cotideana ajutand oamenii in diferite situatii: cum ar fi cutremurele de pamant ..tornade cand un uragan se porduce ..toate acestea se pot deduce </w:t>
      </w:r>
    </w:p>
    <w:p w:rsidR="00AA3B0F" w:rsidRDefault="00AA3B0F" w:rsidP="000F665D">
      <w:r>
        <w:t>stefy roberta: interfata cotidianului reflectata prin prisma matematicii o intalnim zi de zi in jurul nostru,adica spatiile in care locuim, care fara matematica folosita cu indemanare nu ar exista in forma actuala</w:t>
      </w:r>
    </w:p>
    <w:p w:rsidR="00AA3B0F" w:rsidRDefault="00AA3B0F" w:rsidP="000F665D"/>
    <w:p w:rsidR="00AA3B0F" w:rsidRDefault="00AA3B0F" w:rsidP="000F665D">
      <w:r>
        <w:t>pai de ex functia exponentiala ne modeleaza viata</w:t>
      </w:r>
    </w:p>
    <w:p w:rsidR="00AA3B0F" w:rsidRDefault="00AA3B0F" w:rsidP="000F665D">
      <w:r>
        <w:t>yda yda: e momentul cand se naste cineva, fenomen sau eveniment asteptat a carui bucurie e si mai amplificata in clipa in care simti bucurîa de a fii parinte</w:t>
      </w:r>
    </w:p>
    <w:p w:rsidR="00AA3B0F" w:rsidRDefault="00AA3B0F" w:rsidP="000F665D"/>
    <w:p w:rsidR="00AA3B0F" w:rsidRDefault="00AA3B0F" w:rsidP="000F665D">
      <w:r>
        <w:t>Inca din cele mai vechi timpuri, matematica a fost folosita in viata cotidiana. Toate Constructiile au fost proiectate cu ajutorul cunostintelor geometrice. Au existat de-alungul vremii anumite sclipiriri ale gandirii unor proiectanti care au reusti sa creeze anumite opere de arta cu ajutorur cunostintelor matematice si a imaginatiei..., opere care trec de niveluyl ratiunii.</w:t>
      </w:r>
    </w:p>
    <w:p w:rsidR="00AA3B0F" w:rsidRDefault="00AA3B0F" w:rsidP="000F665D"/>
    <w:p w:rsidR="00AA3B0F" w:rsidRDefault="00AA3B0F" w:rsidP="000F665D">
      <w:r>
        <w:t>matem</w:t>
      </w:r>
    </w:p>
    <w:p w:rsidR="00AA3B0F" w:rsidRDefault="00AA3B0F" w:rsidP="000F665D">
      <w:r>
        <w:t xml:space="preserve">...:::..SeNoRiTa kLaUdYtZa..:::...: aia e  de la mine </w:t>
      </w:r>
    </w:p>
    <w:p w:rsidR="00AA3B0F" w:rsidRDefault="00AA3B0F" w:rsidP="000F665D">
      <w:r>
        <w:t>stefy roberta: matematica este o interfata a vietii cotidiene deoarece nimik nu s-ar putea realiza fara aceasta...cladirile sunt facute cu ajutorul calculelor matematice...marimea hainelor......parcuri......scaune .......si toate celelalte lucruri.......deci putem spune ca fara matematica nu s-ar putea realiza nimik in secolul 21 si nici intrecut si nici in viitor</w:t>
      </w:r>
    </w:p>
    <w:p w:rsidR="00AA3B0F" w:rsidRDefault="00AA3B0F" w:rsidP="000F665D"/>
    <w:p w:rsidR="00AA3B0F" w:rsidRDefault="00AA3B0F" w:rsidP="000F665D">
      <w:r>
        <w:t>Inca din cele mai vechi timpuri, matematica a fost folosita in viata cotidiana. Toate Constructiile au fost proiectate cu ajutorul cunostintelor geometrice. Au existat de-alungul vremii anumite sclipiriri ale gandirii unor proiectanti care au reusti sa creeze anumite opere de arta cu ajutorur cunostintelor matematice si a imaginatiei..., opere care trec de nivelul ratiunii omului simplu.</w:t>
      </w:r>
    </w:p>
    <w:p w:rsidR="00AA3B0F" w:rsidRDefault="00AA3B0F" w:rsidP="000F665D"/>
    <w:p w:rsidR="00AA3B0F" w:rsidRDefault="00AA3B0F" w:rsidP="000F665D">
      <w:r>
        <w:t>...:::..SeNoRiTa kLaUdYtZa..:::...: florinnnnnnnn</w:t>
      </w:r>
    </w:p>
    <w:p w:rsidR="00AA3B0F" w:rsidRDefault="00AA3B0F" w:rsidP="000F665D">
      <w:r>
        <w:t xml:space="preserve">...:::..SeNoRiTa kLaUdYtZa..:::...: </w:t>
      </w:r>
    </w:p>
    <w:p w:rsidR="00AA3B0F" w:rsidRDefault="00AA3B0F" w:rsidP="000F665D">
      <w:r>
        <w:t>Florin Cornea: da?</w:t>
      </w:r>
    </w:p>
    <w:p w:rsidR="00AA3B0F" w:rsidRDefault="00AA3B0F" w:rsidP="000F665D">
      <w:r>
        <w:t>Florin Cornea: din cauza voastra</w:t>
      </w:r>
    </w:p>
    <w:p w:rsidR="00AA3B0F" w:rsidRDefault="00AA3B0F" w:rsidP="000F665D">
      <w:r>
        <w:t>Florin Cornea: nu o sa mai pot dormi</w:t>
      </w:r>
    </w:p>
    <w:p w:rsidR="00AA3B0F" w:rsidRDefault="00AA3B0F" w:rsidP="000F665D">
      <w:r>
        <w:t>Florin Cornea: avand in vedere</w:t>
      </w:r>
    </w:p>
    <w:p w:rsidR="00AA3B0F" w:rsidRDefault="00AA3B0F" w:rsidP="000F665D">
      <w:r>
        <w:t>Florin Cornea: ca eu tre sa si corectez</w:t>
      </w:r>
    </w:p>
    <w:p w:rsidR="00AA3B0F" w:rsidRDefault="00AA3B0F" w:rsidP="000F665D">
      <w:r>
        <w:t>Florin Cornea: proiectul</w:t>
      </w:r>
    </w:p>
    <w:p w:rsidR="00AA3B0F" w:rsidRDefault="00AA3B0F" w:rsidP="000F665D">
      <w:r>
        <w:t>Florin Cornea: care il prezentam maine</w:t>
      </w:r>
    </w:p>
    <w:p w:rsidR="00AA3B0F" w:rsidRDefault="00AA3B0F" w:rsidP="000F665D">
      <w:r>
        <w:t xml:space="preserve">...:::..SeNoRiTa kLaUdYtZa..:::...: florin terminati amu cu astea  ftuma terminati cu lungirile astea. vbiti aste amaine . hais aterminam odata ca eu nu ma simt bine </w:t>
      </w:r>
    </w:p>
    <w:p w:rsidR="00AA3B0F" w:rsidRDefault="00AA3B0F" w:rsidP="000F665D">
      <w:r>
        <w:t xml:space="preserve">...:::..SeNoRiTa kLaUdYtZa..:::...: si vreau sa ies </w:t>
      </w:r>
    </w:p>
    <w:p w:rsidR="00AA3B0F" w:rsidRDefault="00AA3B0F" w:rsidP="000F665D">
      <w:r>
        <w:t>Florin Cornea: claudia</w:t>
      </w:r>
    </w:p>
    <w:p w:rsidR="00AA3B0F" w:rsidRDefault="00AA3B0F" w:rsidP="000F665D">
      <w:r>
        <w:t>Florin Cornea: !!!!!!!</w:t>
      </w:r>
    </w:p>
    <w:p w:rsidR="00AA3B0F" w:rsidRDefault="00AA3B0F" w:rsidP="000F665D">
      <w:r>
        <w:t>...:::..SeNoRiTa kLaUdYtZa..:::...: da</w:t>
      </w:r>
    </w:p>
    <w:p w:rsidR="00AA3B0F" w:rsidRDefault="00AA3B0F" w:rsidP="000F665D">
      <w:r>
        <w:t>Florin Cornea: esti libera</w:t>
      </w:r>
    </w:p>
    <w:p w:rsidR="00AA3B0F" w:rsidRDefault="00AA3B0F" w:rsidP="000F665D">
      <w:r>
        <w:t xml:space="preserve">...:::..SeNoRiTa kLaUdYtZa..:::...: nu mah c anu ies </w:t>
      </w:r>
    </w:p>
    <w:p w:rsidR="00AA3B0F" w:rsidRDefault="00AA3B0F" w:rsidP="000F665D">
      <w:r>
        <w:t xml:space="preserve">...:::..SeNoRiTa kLaUdYtZa..:::...: nu am intrat aici ca sa ies </w:t>
      </w:r>
    </w:p>
    <w:p w:rsidR="00AA3B0F" w:rsidRDefault="00AA3B0F" w:rsidP="000F665D">
      <w:r>
        <w:t>...:::..SeNoRiTa kLaUdYtZa..:::...: sunt cu voi si ma implic ca oricare altu din voi ]\</w:t>
      </w:r>
    </w:p>
    <w:p w:rsidR="00AA3B0F" w:rsidRDefault="00AA3B0F" w:rsidP="000F665D">
      <w:r>
        <w:t xml:space="preserve">...:::..SeNoRiTa kLaUdYtZa..:::...: zimi te rog </w:t>
      </w:r>
    </w:p>
    <w:p w:rsidR="00AA3B0F" w:rsidRDefault="00AA3B0F" w:rsidP="000F665D">
      <w:r>
        <w:t xml:space="preserve">...:::..SeNoRiTa kLaUdYtZa..:::...: mio zis profa </w:t>
      </w:r>
    </w:p>
    <w:p w:rsidR="00AA3B0F" w:rsidRDefault="00AA3B0F" w:rsidP="000F665D">
      <w:r>
        <w:t xml:space="preserve">...:::..SeNoRiTa kLaUdYtZa..:::...: ca sa personalizam </w:t>
      </w:r>
    </w:p>
    <w:p w:rsidR="00AA3B0F" w:rsidRDefault="00AA3B0F" w:rsidP="000F665D">
      <w:r>
        <w:t xml:space="preserve">...:::..SeNoRiTa kLaUdYtZa..:::...: la jurnalu meu </w:t>
      </w:r>
    </w:p>
    <w:p w:rsidR="00AA3B0F" w:rsidRDefault="00AA3B0F" w:rsidP="000F665D">
      <w:r>
        <w:t>Florin Cornea: vom personaliza</w:t>
      </w:r>
    </w:p>
    <w:p w:rsidR="00AA3B0F" w:rsidRDefault="00AA3B0F" w:rsidP="000F665D">
      <w:r>
        <w:t xml:space="preserve">...:::..SeNoRiTa kLaUdYtZa..:::...: si l am intrebat pe zoli daca se poate </w:t>
      </w:r>
    </w:p>
    <w:p w:rsidR="00AA3B0F" w:rsidRDefault="00AA3B0F" w:rsidP="000F665D">
      <w:r>
        <w:t>Florin Cornea: atat cat ne permite timpul</w:t>
      </w:r>
    </w:p>
    <w:p w:rsidR="00AA3B0F" w:rsidRDefault="00AA3B0F" w:rsidP="000F665D">
      <w:r>
        <w:t xml:space="preserve">...:::..SeNoRiTa kLaUdYtZa..:::...: si oz is ca in word nuj ce </w:t>
      </w:r>
    </w:p>
    <w:p w:rsidR="00AA3B0F" w:rsidRDefault="00AA3B0F" w:rsidP="000F665D">
      <w:r>
        <w:t>Florin Cornea: si materia</w:t>
      </w:r>
    </w:p>
    <w:p w:rsidR="00AA3B0F" w:rsidRDefault="00AA3B0F" w:rsidP="000F665D">
      <w:r>
        <w:t>...:::..SeNoRiTa kLaUdYtZa..:::...: nu poti atasa poza</w:t>
      </w:r>
    </w:p>
    <w:p w:rsidR="00AA3B0F" w:rsidRDefault="00AA3B0F" w:rsidP="000F665D">
      <w:r>
        <w:t xml:space="preserve">...:::..SeNoRiTa kLaUdYtZa..:::...: nu . doar </w:t>
      </w:r>
    </w:p>
    <w:p w:rsidR="00AA3B0F" w:rsidRDefault="00AA3B0F" w:rsidP="000F665D">
      <w:r>
        <w:t xml:space="preserve">...:::..SeNoRiTa kLaUdYtZa..:::...: la junrlau meu </w:t>
      </w:r>
    </w:p>
    <w:p w:rsidR="00AA3B0F" w:rsidRDefault="00AA3B0F" w:rsidP="000F665D">
      <w:r>
        <w:t>Florin Cornea: ce?</w:t>
      </w:r>
    </w:p>
    <w:p w:rsidR="00AA3B0F" w:rsidRDefault="00AA3B0F" w:rsidP="000F665D">
      <w:r>
        <w:t xml:space="preserve">...:::..SeNoRiTa kLaUdYtZa..:::...: unde trebe individual </w:t>
      </w:r>
    </w:p>
    <w:p w:rsidR="00AA3B0F" w:rsidRDefault="00AA3B0F" w:rsidP="000F665D">
      <w:r>
        <w:t xml:space="preserve">...:::..SeNoRiTa kLaUdYtZa..:::...: as ao zis </w:t>
      </w:r>
    </w:p>
    <w:p w:rsidR="00AA3B0F" w:rsidRDefault="00AA3B0F" w:rsidP="000F665D">
      <w:r>
        <w:t>Florin Cornea: nu pot pune poze in word?</w:t>
      </w:r>
    </w:p>
    <w:p w:rsidR="00AA3B0F" w:rsidRDefault="00AA3B0F" w:rsidP="000F665D">
      <w:r>
        <w:t>...:::..SeNoRiTa kLaUdYtZa..:::...: sa personalizez cat mai traznit</w:t>
      </w:r>
    </w:p>
    <w:p w:rsidR="00AA3B0F" w:rsidRDefault="00AA3B0F" w:rsidP="000F665D">
      <w:r>
        <w:t>Florin Cornea: de ce?</w:t>
      </w:r>
    </w:p>
    <w:p w:rsidR="00AA3B0F" w:rsidRDefault="00AA3B0F" w:rsidP="000F665D">
      <w:r>
        <w:t xml:space="preserve">...:::..SeNoRiTa kLaUdYtZa..:::...: o zis c anu poate atasa </w:t>
      </w:r>
    </w:p>
    <w:p w:rsidR="00AA3B0F" w:rsidRDefault="00AA3B0F" w:rsidP="000F665D">
      <w:r>
        <w:t xml:space="preserve">...:::..SeNoRiTa kLaUdYtZa..:::...:   poza </w:t>
      </w:r>
    </w:p>
    <w:p w:rsidR="00AA3B0F" w:rsidRDefault="00AA3B0F" w:rsidP="000F665D">
      <w:r>
        <w:t>Florin Cornea: aha</w:t>
      </w:r>
    </w:p>
    <w:p w:rsidR="00AA3B0F" w:rsidRDefault="00AA3B0F" w:rsidP="000F665D">
      <w:r>
        <w:t>Florin Cornea: deci eu daca vreau</w:t>
      </w:r>
    </w:p>
    <w:p w:rsidR="00AA3B0F" w:rsidRDefault="00AA3B0F" w:rsidP="000F665D">
      <w:r>
        <w:t>Florin Cornea: pot sa pun poze</w:t>
      </w:r>
    </w:p>
    <w:p w:rsidR="00AA3B0F" w:rsidRDefault="00AA3B0F" w:rsidP="000F665D">
      <w:r>
        <w:t xml:space="preserve">...:::..SeNoRiTa kLaUdYtZa..:::...: in la jurnalul meu trebuie la fiecare  individual . eu vreau sa completez acolo  si sa pun cv personalizat poze etc si i`am zis de poze </w:t>
      </w:r>
    </w:p>
    <w:p w:rsidR="00AA3B0F" w:rsidRDefault="00AA3B0F" w:rsidP="000F665D">
      <w:r>
        <w:t xml:space="preserve">...:::..SeNoRiTa kLaUdYtZa..:::...: si a zis c anu poate atasa poze in word </w:t>
      </w:r>
    </w:p>
    <w:p w:rsidR="00AA3B0F" w:rsidRDefault="00AA3B0F" w:rsidP="000F665D">
      <w:r>
        <w:t xml:space="preserve">...:::..SeNoRiTa kLaUdYtZa..:::...: acolo unde e jurnalul meu </w:t>
      </w:r>
    </w:p>
    <w:p w:rsidR="00AA3B0F" w:rsidRDefault="00AA3B0F" w:rsidP="000F665D">
      <w:r>
        <w:t xml:space="preserve">...:::..SeNoRiTa kLaUdYtZa..:::...: si sa </w:t>
      </w:r>
    </w:p>
    <w:p w:rsidR="00AA3B0F" w:rsidRDefault="00AA3B0F" w:rsidP="000F665D">
      <w:r>
        <w:t xml:space="preserve">...:::..SeNoRiTa kLaUdYtZa..:::...: il salv apoi sa </w:t>
      </w:r>
    </w:p>
    <w:p w:rsidR="00AA3B0F" w:rsidRDefault="00AA3B0F" w:rsidP="000F665D">
      <w:r>
        <w:t>...:::..SeNoRiTa kLaUdYtZa..:::...: ti`l trm tie pe mail ?</w:t>
      </w:r>
    </w:p>
    <w:p w:rsidR="00AA3B0F" w:rsidRDefault="00AA3B0F" w:rsidP="000F665D">
      <w:r>
        <w:t>Florin Cornea: deci</w:t>
      </w:r>
    </w:p>
    <w:p w:rsidR="00AA3B0F" w:rsidRDefault="00AA3B0F" w:rsidP="000F665D">
      <w:r>
        <w:t>Florin Cornea: copii</w:t>
      </w:r>
    </w:p>
    <w:p w:rsidR="00AA3B0F" w:rsidRDefault="00AA3B0F" w:rsidP="000F665D">
      <w:r>
        <w:t>Florin Cornea: ca nu stiu cum sa va zic</w:t>
      </w:r>
    </w:p>
    <w:p w:rsidR="00AA3B0F" w:rsidRDefault="00AA3B0F" w:rsidP="000F665D">
      <w:r>
        <w:t xml:space="preserve">Florin Cornea: </w:t>
      </w:r>
    </w:p>
    <w:p w:rsidR="00AA3B0F" w:rsidRDefault="00AA3B0F" w:rsidP="000F665D">
      <w:r>
        <w:t>Florin Cornea: daca analizezi</w:t>
      </w:r>
    </w:p>
    <w:p w:rsidR="00AA3B0F" w:rsidRDefault="00AA3B0F" w:rsidP="000F665D">
      <w:r>
        <w:t>...:::..SeNoRiTa kLaUdYtZa..:::...: il trimit  pe mail la tine ?</w:t>
      </w:r>
    </w:p>
    <w:p w:rsidR="00AA3B0F" w:rsidRDefault="00AA3B0F" w:rsidP="000F665D">
      <w:r>
        <w:t>Florin Cornea: cele 2 raspunsuri</w:t>
      </w:r>
    </w:p>
    <w:p w:rsidR="00AA3B0F" w:rsidRDefault="00AA3B0F" w:rsidP="000F665D">
      <w:r>
        <w:t>Florin Cornea: la prima intrebare</w:t>
      </w:r>
    </w:p>
    <w:p w:rsidR="00AA3B0F" w:rsidRDefault="00AA3B0F" w:rsidP="000F665D">
      <w:r>
        <w:t>Florin Cornea: iti dai seama ca e acelasi lucru</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t xml:space="preserve">...:::..SeNoRiTa kLaUdYtZa..:::...: bun </w:t>
      </w:r>
    </w:p>
    <w:p w:rsidR="00AA3B0F" w:rsidRDefault="00AA3B0F" w:rsidP="000F665D">
      <w:r>
        <w:t xml:space="preserve">...:::..SeNoRiTa kLaUdYtZa..:::...: pune o pe a lui deiu </w:t>
      </w:r>
    </w:p>
    <w:p w:rsidR="00AA3B0F" w:rsidRDefault="00AA3B0F" w:rsidP="000F665D">
      <w:r>
        <w:t xml:space="preserve">...:::..SeNoRiTa kLaUdYtZa..:::...: si attt </w:t>
      </w:r>
    </w:p>
    <w:p w:rsidR="00AA3B0F" w:rsidRDefault="00AA3B0F" w:rsidP="000F665D">
      <w:r>
        <w:t xml:space="preserve">...:::..SeNoRiTa kLaUdYtZa..:::...: iar la 2 </w:t>
      </w:r>
    </w:p>
    <w:p w:rsidR="00AA3B0F" w:rsidRDefault="00AA3B0F" w:rsidP="000F665D">
      <w:r>
        <w:t>Florin Cornea: ce deiu</w:t>
      </w:r>
    </w:p>
    <w:p w:rsidR="00AA3B0F" w:rsidRDefault="00AA3B0F" w:rsidP="000F665D">
      <w:r>
        <w:t>Florin Cornea: ma nu va inteleg</w:t>
      </w:r>
    </w:p>
    <w:p w:rsidR="00AA3B0F" w:rsidRDefault="00AA3B0F" w:rsidP="000F665D">
      <w:r>
        <w:t xml:space="preserve">...:::..SeNoRiTa kLaUdYtZa..:::...: poi ce a pus el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ii lu florin</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t xml:space="preserve">...:::..SeNoRiTa kLaUdYtZa..:::...: noa sau a ta </w:t>
      </w:r>
    </w:p>
    <w:p w:rsidR="00AA3B0F" w:rsidRDefault="00AA3B0F" w:rsidP="000F665D">
      <w:r>
        <w:t xml:space="preserve">...:::..SeNoRiTa kLaUdYtZa..:::...: pune o pe aia </w:t>
      </w:r>
    </w:p>
    <w:p w:rsidR="00AA3B0F" w:rsidRDefault="00AA3B0F" w:rsidP="000F665D">
      <w:r>
        <w:t xml:space="preserve">...:::..SeNoRiTa kLaUdYtZa..:::...: si </w:t>
      </w:r>
    </w:p>
    <w:p w:rsidR="00AA3B0F" w:rsidRDefault="00AA3B0F" w:rsidP="000F665D">
      <w:r>
        <w:t xml:space="preserve">...:::..SeNoRiTa kLaUdYtZa..:::...: la 2 </w:t>
      </w:r>
    </w:p>
    <w:p w:rsidR="00AA3B0F" w:rsidRDefault="00AA3B0F" w:rsidP="000F665D">
      <w:r>
        <w:t>...:::..SeNoRiTa kLaUdYtZa..:::...: intreb a</w:t>
      </w:r>
    </w:p>
    <w:p w:rsidR="00AA3B0F" w:rsidRDefault="00AA3B0F" w:rsidP="000F665D">
      <w:r>
        <w:t xml:space="preserve">...:::..SeNoRiTa kLaUdYtZa..:::...: pe mada si stefy cum stau ca ele or facut la 2 </w:t>
      </w:r>
    </w:p>
    <w:p w:rsidR="00AA3B0F" w:rsidRDefault="00AA3B0F" w:rsidP="000F665D">
      <w:r>
        <w:t xml:space="preserve">...:::..SeNoRiTa kLaUdYtZa..:::...: eo ce am avuit si al 1 si al 2 vi am dat </w:t>
      </w:r>
    </w:p>
    <w:p w:rsidR="00AA3B0F" w:rsidRDefault="00AA3B0F" w:rsidP="000F665D">
      <w:r>
        <w:t xml:space="preserve">Florin Cornea: ii ora 22:25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vaii</w:t>
      </w:r>
    </w:p>
    <w:p w:rsidR="00AA3B0F" w:rsidRDefault="00AA3B0F" w:rsidP="000F665D">
      <w:r>
        <w:t>Florin Cornea: eu la 20:30 dorm de obicei</w:t>
      </w:r>
    </w:p>
    <w:p w:rsidR="00AA3B0F" w:rsidRDefault="00AA3B0F" w:rsidP="000F665D">
      <w:r>
        <w:t xml:space="preserve">...:::..SeNoRiTa kLaUdYtZa..:::...: deci eu mai tre sa fc aia cu raps </w:t>
      </w:r>
    </w:p>
    <w:p w:rsidR="00AA3B0F" w:rsidRDefault="00AA3B0F" w:rsidP="000F665D">
      <w:r>
        <w:t>Florin Cornea: si akm nu pot gandi</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tre sa raspundem la toate intrebarile?</w:t>
      </w:r>
    </w:p>
    <w:p w:rsidR="00AA3B0F" w:rsidRDefault="00AA3B0F" w:rsidP="000F665D">
      <w:r>
        <w:t xml:space="preserve">...:::..SeNoRiTa kLaUdYtZa..:::...: individuale </w:t>
      </w:r>
    </w:p>
    <w:p w:rsidR="00AA3B0F" w:rsidRDefault="00AA3B0F" w:rsidP="000F665D">
      <w:r>
        <w:t>Florin Cornea: sunt prea adormit</w:t>
      </w:r>
    </w:p>
    <w:p w:rsidR="00AA3B0F" w:rsidRDefault="00AA3B0F" w:rsidP="000F665D">
      <w:r>
        <w:t xml:space="preserve">...:::..SeNoRiTa kLaUdYtZa..:::...: hai amu bgti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adik alea 4</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w:t>
      </w:r>
    </w:p>
    <w:p w:rsidR="00AA3B0F" w:rsidRDefault="00AA3B0F" w:rsidP="000F665D">
      <w:r>
        <w:t>Florin Cornea: alea din jurnalul meu</w:t>
      </w:r>
    </w:p>
    <w:p w:rsidR="00AA3B0F" w:rsidRDefault="00AA3B0F" w:rsidP="000F665D">
      <w:r>
        <w:t>...:::..SeNoRiTa kLaUdYtZa..:::...: da</w:t>
      </w:r>
    </w:p>
    <w:p w:rsidR="00AA3B0F" w:rsidRDefault="00AA3B0F" w:rsidP="000F665D">
      <w:r>
        <w:t xml:space="preserve">...:::..SeNoRiTa kLaUdYtZa..:::...: eu tre s ama pun sa caut udpa imagini </w:t>
      </w:r>
    </w:p>
    <w:p w:rsidR="00AA3B0F" w:rsidRDefault="00AA3B0F" w:rsidP="000F665D">
      <w:r>
        <w:t xml:space="preserve">...:::..SeNoRiTa kLaUdYtZa..:::...: si sa rasp a intrebari </w:t>
      </w:r>
    </w:p>
    <w:p w:rsidR="00AA3B0F" w:rsidRDefault="00AA3B0F" w:rsidP="000F665D">
      <w:r>
        <w:t xml:space="preserve">...:::..SeNoRiTa kLaUdYtZa..:::...: si sa </w:t>
      </w:r>
    </w:p>
    <w:p w:rsidR="00AA3B0F" w:rsidRDefault="00AA3B0F" w:rsidP="000F665D">
      <w:r>
        <w:t xml:space="preserve">...:::..SeNoRiTa kLaUdYtZa..:::...: le pun acolo </w:t>
      </w:r>
    </w:p>
    <w:p w:rsidR="00AA3B0F" w:rsidRDefault="00AA3B0F" w:rsidP="000F665D">
      <w:r>
        <w:t xml:space="preserve">...:::..SeNoRiTa kLaUdYtZa..:::...: si sa  vad </w:t>
      </w:r>
    </w:p>
    <w:p w:rsidR="00AA3B0F" w:rsidRDefault="00AA3B0F" w:rsidP="000F665D">
      <w:r>
        <w:t xml:space="preserve">...:::..SeNoRiTa kLaUdYtZa..:::...: pe ce le pun sale aduc als ch </w:t>
      </w:r>
    </w:p>
    <w:p w:rsidR="00AA3B0F" w:rsidRDefault="00AA3B0F" w:rsidP="000F665D">
      <w:r>
        <w:t xml:space="preserve">...:::..SeNoRiTa kLaUdYtZa..:::...: si uite cat e ceasu </w:t>
      </w:r>
    </w:p>
    <w:p w:rsidR="00AA3B0F" w:rsidRDefault="00AA3B0F" w:rsidP="000F665D">
      <w:r>
        <w:t xml:space="preserve">...:::..SeNoRiTa kLaUdYtZa..:::...: haideti amuh odata </w:t>
      </w:r>
    </w:p>
    <w:p w:rsidR="00AA3B0F" w:rsidRDefault="00AA3B0F" w:rsidP="000F665D">
      <w:r>
        <w:t>...:::..SeNoRiTa kLaUdYtZa..:::...: bahhhhhhhhhh eo cu cine vbesc</w:t>
      </w:r>
    </w:p>
    <w:p w:rsidR="00AA3B0F" w:rsidRDefault="00AA3B0F" w:rsidP="000F665D">
      <w:r>
        <w:t>Florin Cornea: acum</w:t>
      </w:r>
    </w:p>
    <w:p w:rsidR="00AA3B0F" w:rsidRDefault="00AA3B0F" w:rsidP="000F665D">
      <w:r>
        <w:t>...:::..SeNoRiTa kLaUdYtZa..:::...: ?</w:t>
      </w:r>
    </w:p>
    <w:p w:rsidR="00AA3B0F" w:rsidRDefault="00AA3B0F" w:rsidP="000F665D">
      <w:r>
        <w:t>Florin Cornea: am mai adaugat ceva</w:t>
      </w:r>
    </w:p>
    <w:p w:rsidR="00AA3B0F" w:rsidRDefault="00AA3B0F" w:rsidP="000F665D">
      <w:r>
        <w:t>...:::..SeNoRiTa kLaUdYtZa..:::...: ce ai facut ?</w:t>
      </w:r>
    </w:p>
    <w:p w:rsidR="00AA3B0F" w:rsidRDefault="00AA3B0F" w:rsidP="000F665D">
      <w:r>
        <w:t>Florin Cornea: la prima intrebare</w:t>
      </w:r>
    </w:p>
    <w:p w:rsidR="00AA3B0F" w:rsidRDefault="00AA3B0F" w:rsidP="000F665D">
      <w:r>
        <w:t>Florin Cornea: :</w:t>
      </w:r>
    </w:p>
    <w:p w:rsidR="00AA3B0F" w:rsidRDefault="00AA3B0F" w:rsidP="000F665D">
      <w:r>
        <w:t xml:space="preserve">...:::..SeNoRiTa kLaUdYtZa..:::...: dami tot raspunsu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da da-l</w:t>
      </w:r>
    </w:p>
    <w:p w:rsidR="00AA3B0F" w:rsidRDefault="00AA3B0F" w:rsidP="000F665D">
      <w:r>
        <w:t>Florin Cornea: Este matematica o interfaţă a cotidianului?</w:t>
      </w:r>
    </w:p>
    <w:p w:rsidR="00AA3B0F" w:rsidRDefault="00AA3B0F" w:rsidP="000F665D"/>
    <w:p w:rsidR="00AA3B0F" w:rsidRDefault="00AA3B0F" w:rsidP="000F665D">
      <w:r>
        <w:t>Toate lucrurile facute de mana omului au avut la baza cateva calcule matematice( ex: roata, pe cat de simpla pe atat de complexa)</w:t>
      </w:r>
    </w:p>
    <w:p w:rsidR="00AA3B0F" w:rsidRDefault="00AA3B0F" w:rsidP="000F665D">
      <w:r>
        <w:t>Inca din cele mai vechi timpuri, matematica a fost folosita in viata cotidiana. Toate Constructiile au fost proiectate cu ajutorul cunostintelor geometrice. Au existat de-alungul vremii anumite sclipiriri ale gandirii unor proiectanti care au reusti sa creeze anumite opere de arta cu ajutorur cunostintelor matematice si a imaginatiei..., opere care trec de nivelul ratiunii omului simplu.</w:t>
      </w:r>
    </w:p>
    <w:p w:rsidR="00AA3B0F" w:rsidRDefault="00AA3B0F" w:rsidP="000F665D"/>
    <w:p w:rsidR="00AA3B0F" w:rsidRDefault="00AA3B0F" w:rsidP="000F665D">
      <w:r>
        <w:t xml:space="preserve">...:::..SeNoRiTa kLaUdYtZa..:::...: da e f bine ai cuprins tot </w:t>
      </w:r>
    </w:p>
    <w:p w:rsidR="00AA3B0F" w:rsidRDefault="00AA3B0F" w:rsidP="000F665D">
      <w:r>
        <w:t xml:space="preserve">...:::..SeNoRiTa kLaUdYtZa..:::...: ce am dat fiecare </w:t>
      </w:r>
    </w:p>
    <w:p w:rsidR="00AA3B0F" w:rsidRDefault="00AA3B0F" w:rsidP="000F665D">
      <w:r>
        <w:t>...:::..SeNoRiTa kLaUdYtZa..:::...: si chiar suna bine</w:t>
      </w:r>
    </w:p>
    <w:p w:rsidR="00AA3B0F" w:rsidRDefault="00AA3B0F" w:rsidP="000F665D">
      <w:r>
        <w:t>...:::..SeNoRiTa kLaUdYtZa..:::...: e bine la 1 lasa`o asa</w:t>
      </w:r>
    </w:p>
    <w:p w:rsidR="00AA3B0F" w:rsidRDefault="00AA3B0F" w:rsidP="000F665D">
      <w:r>
        <w:t>...:::..SeNoRiTa kLaUdYtZa..:::...: acum la 2</w:t>
      </w:r>
    </w:p>
    <w:p w:rsidR="00AA3B0F" w:rsidRDefault="00AA3B0F" w:rsidP="000F665D">
      <w:r>
        <w:t>Florin Cornea: normal</w:t>
      </w:r>
    </w:p>
    <w:p w:rsidR="00AA3B0F" w:rsidRDefault="00AA3B0F" w:rsidP="000F665D">
      <w:r>
        <w:t>Florin Cornea: ce?</w:t>
      </w:r>
    </w:p>
    <w:p w:rsidR="00AA3B0F" w:rsidRDefault="00AA3B0F" w:rsidP="000F665D">
      <w:r>
        <w:t>Florin Cornea: vrei sa fac eu si la 2?</w:t>
      </w:r>
    </w:p>
    <w:p w:rsidR="00AA3B0F" w:rsidRDefault="00AA3B0F" w:rsidP="000F665D">
      <w:r>
        <w:t xml:space="preserve">...:::..SeNoRiTa kLaUdYtZa..:::...: eu ti`am dat o idee si la 2.  mai ia si de la altcnv si sa le combinam . si nu ai facut doar tu la 1. ca ai combinat tu e adevarat . dar cred ca au mai fost pers care si`au dat interesu </w:t>
      </w:r>
    </w:p>
    <w:p w:rsidR="00AA3B0F" w:rsidRDefault="00AA3B0F" w:rsidP="000F665D">
      <w:r>
        <w:t>Florin Cornea: acum nu faci altceva</w:t>
      </w:r>
    </w:p>
    <w:p w:rsidR="00AA3B0F" w:rsidRDefault="00AA3B0F" w:rsidP="000F665D">
      <w:r>
        <w:t>Florin Cornea: decat sa subliniezi</w:t>
      </w:r>
    </w:p>
    <w:p w:rsidR="00AA3B0F" w:rsidRDefault="00AA3B0F" w:rsidP="000F665D">
      <w:r>
        <w:t>Florin Cornea: faptul</w:t>
      </w:r>
    </w:p>
    <w:p w:rsidR="00AA3B0F" w:rsidRDefault="00AA3B0F" w:rsidP="000F665D">
      <w:r>
        <w:t>Florin Cornea: ca ai dat si tu un raspuns</w:t>
      </w:r>
    </w:p>
    <w:p w:rsidR="00AA3B0F" w:rsidRDefault="00AA3B0F" w:rsidP="000F665D">
      <w:r>
        <w:t>Florin Cornea: ....</w:t>
      </w:r>
    </w:p>
    <w:p w:rsidR="00AA3B0F" w:rsidRDefault="00AA3B0F" w:rsidP="000F665D">
      <w:r>
        <w:t xml:space="preserve">...:::..SeNoRiTa kLaUdYtZa..:::...: Pai de ex functia exponentiala ne modeleaza viata  momentul cand se naste cineva, fenomen sau eveniment asteptat a carui bucurie e si mai amplificata in clipa in care simti bucurîa de a fii parinte stii k se va naste iar cand il ai deja fericisea e fara margini....tinde la plus infinit  </w:t>
      </w:r>
    </w:p>
    <w:p w:rsidR="00AA3B0F" w:rsidRDefault="00AA3B0F" w:rsidP="000F665D">
      <w:r>
        <w:t xml:space="preserve">...:::..SeNoRiTa kLaUdYtZa..:::...: nu nu subliniez nimic </w:t>
      </w:r>
    </w:p>
    <w:p w:rsidR="00AA3B0F" w:rsidRDefault="00AA3B0F" w:rsidP="000F665D">
      <w:r>
        <w:t xml:space="preserve">...:::..SeNoRiTa kLaUdYtZa..:::...: iar daca nu fac nimic atsa e. </w:t>
      </w:r>
    </w:p>
    <w:p w:rsidR="00AA3B0F" w:rsidRDefault="00AA3B0F" w:rsidP="000F665D">
      <w:r>
        <w:t xml:space="preserve">...:::..SeNoRiTa kLaUdYtZa..:::...: faceti voi </w:t>
      </w:r>
    </w:p>
    <w:p w:rsidR="00AA3B0F" w:rsidRDefault="00AA3B0F" w:rsidP="000F665D">
      <w:r>
        <w:t>Florin Cornea: iar faci asta</w:t>
      </w:r>
    </w:p>
    <w:p w:rsidR="00AA3B0F" w:rsidRDefault="00AA3B0F" w:rsidP="000F665D">
      <w:r>
        <w:t>Florin Cornea: .....</w:t>
      </w:r>
    </w:p>
    <w:p w:rsidR="00AA3B0F" w:rsidRDefault="00AA3B0F" w:rsidP="000F665D">
      <w:r>
        <w:t xml:space="preserve">...:::..SeNoRiTa kLaUdYtZa..:::...: noa mai </w:t>
      </w:r>
    </w:p>
    <w:p w:rsidR="00AA3B0F" w:rsidRDefault="00AA3B0F" w:rsidP="000F665D">
      <w:r>
        <w:t xml:space="preserve">...:::..SeNoRiTa kLaUdYtZa..:::...: lasao amuh in plm </w:t>
      </w:r>
    </w:p>
    <w:p w:rsidR="00AA3B0F" w:rsidRDefault="00AA3B0F" w:rsidP="000F665D">
      <w:r>
        <w:t>Florin Cornea: subliniesi</w:t>
      </w:r>
    </w:p>
    <w:p w:rsidR="00AA3B0F" w:rsidRDefault="00AA3B0F" w:rsidP="000F665D">
      <w:r>
        <w:t xml:space="preserve">...:::..SeNoRiTa kLaUdYtZa..:::...: de treaba </w:t>
      </w:r>
    </w:p>
    <w:p w:rsidR="00AA3B0F" w:rsidRDefault="00AA3B0F" w:rsidP="000F665D">
      <w:r>
        <w:t>Florin Cornea: subliniezi*</w:t>
      </w:r>
    </w:p>
    <w:p w:rsidR="00AA3B0F" w:rsidRDefault="00AA3B0F" w:rsidP="000F665D">
      <w:r>
        <w:t>...:::..SeNoRiTa kLaUdYtZa..:::...: da tu ma iei pe mine l;a 11 m sau ce?</w:t>
      </w:r>
    </w:p>
    <w:p w:rsidR="00AA3B0F" w:rsidRDefault="00AA3B0F" w:rsidP="000F665D">
      <w:r>
        <w:t>Florin Cornea: ti se pare?</w:t>
      </w:r>
    </w:p>
    <w:p w:rsidR="00AA3B0F" w:rsidRDefault="00AA3B0F" w:rsidP="000F665D">
      <w:r>
        <w:t>Florin Cornea: nu mai fa pe victima</w:t>
      </w:r>
    </w:p>
    <w:p w:rsidR="00AA3B0F" w:rsidRDefault="00AA3B0F" w:rsidP="000F665D">
      <w:r>
        <w:t xml:space="preserve">...:::..SeNoRiTa kLaUdYtZa..:::...: no nui nimic . </w:t>
      </w:r>
    </w:p>
    <w:p w:rsidR="00AA3B0F" w:rsidRDefault="00AA3B0F" w:rsidP="000F665D">
      <w:r>
        <w:t>Florin Cornea: !!</w:t>
      </w:r>
    </w:p>
    <w:p w:rsidR="00AA3B0F" w:rsidRDefault="00AA3B0F" w:rsidP="000F665D">
      <w:r>
        <w:t>...:::..SeNoRiTa kLaUdYtZa..:::...: nu fac . vbim maine despre asta , !</w:t>
      </w:r>
    </w:p>
    <w:p w:rsidR="00AA3B0F" w:rsidRDefault="00AA3B0F" w:rsidP="000F665D">
      <w:r>
        <w:t xml:space="preserve">Florin Cornea: </w:t>
      </w:r>
    </w:p>
    <w:p w:rsidR="00AA3B0F" w:rsidRDefault="00AA3B0F" w:rsidP="000F665D">
      <w:r>
        <w:t>...:::..SeNoRiTa kLaUdYtZa..:::...: ce plm e de ras?</w:t>
      </w:r>
    </w:p>
    <w:p w:rsidR="00AA3B0F" w:rsidRDefault="00AA3B0F" w:rsidP="000F665D">
      <w:r>
        <w:t>Florin Cornea: faptul</w:t>
      </w:r>
    </w:p>
    <w:p w:rsidR="00AA3B0F" w:rsidRDefault="00AA3B0F" w:rsidP="000F665D">
      <w:r>
        <w:t>Florin Cornea: ca aceasta conferinta este publica</w:t>
      </w:r>
    </w:p>
    <w:p w:rsidR="00AA3B0F" w:rsidRDefault="00AA3B0F" w:rsidP="000F665D">
      <w:r>
        <w:t>Florin Cornea: (va fi publica)</w:t>
      </w:r>
    </w:p>
    <w:p w:rsidR="00AA3B0F" w:rsidRDefault="00AA3B0F" w:rsidP="000F665D">
      <w:r>
        <w:t>...:::..SeNoRiTa kLaUdYtZa..:::...: asa si ?</w:t>
      </w:r>
    </w:p>
    <w:p w:rsidR="00AA3B0F" w:rsidRDefault="00AA3B0F" w:rsidP="000F665D">
      <w:r>
        <w:t xml:space="preserve">...:::..SeNoRiTa kLaUdYtZa..:::...: eu nu maascund de nimeni </w:t>
      </w:r>
    </w:p>
    <w:p w:rsidR="00AA3B0F" w:rsidRDefault="00AA3B0F" w:rsidP="000F665D">
      <w:r>
        <w:t xml:space="preserve">...:::..SeNoRiTa kLaUdYtZa..:::...: daca am ceva de spus spun si de fata cu   oricne altcineva </w:t>
      </w:r>
    </w:p>
    <w:p w:rsidR="00AA3B0F" w:rsidRDefault="00AA3B0F" w:rsidP="000F665D">
      <w:r>
        <w:t xml:space="preserve">...:::..SeNoRiTa kLaUdYtZa..:::...: asa ca. n`ai decat . daca vrei sa fie publica am sa o postez eu </w:t>
      </w:r>
    </w:p>
    <w:p w:rsidR="00AA3B0F" w:rsidRDefault="00AA3B0F" w:rsidP="000F665D">
      <w:r>
        <w:t xml:space="preserve">...:::..SeNoRiTa kLaUdYtZa..:::...: sa nu te mai chinui tu . iar daca incerc sa iti spun s anu ne lungim cu ele atat sa le terminam odata ca eu mai de facut ceva , ma gandesc ca si voi este si ceasul cat e , nu insemna ca tre sa iti iesi din pepeni sa ma iei pe mine la 11 m. Iar daca asta vrei , si eo pot .! </w:t>
      </w:r>
    </w:p>
    <w:p w:rsidR="00AA3B0F" w:rsidRDefault="00AA3B0F" w:rsidP="000F665D">
      <w:r>
        <w:t xml:space="preserve">...:::..SeNoRiTa kLaUdYtZa..:::...: vORBITI acuma </w:t>
      </w:r>
    </w:p>
    <w:p w:rsidR="00AA3B0F" w:rsidRDefault="00AA3B0F" w:rsidP="000F665D">
      <w:r>
        <w:t>...:::..SeNoRiTa kLaUdYtZa..:::...: sau ati iesit toti ?</w:t>
      </w:r>
    </w:p>
    <w:p w:rsidR="00AA3B0F" w:rsidRDefault="00AA3B0F" w:rsidP="000F665D">
      <w:r>
        <w:t>...:::..SeNoRiTa kLaUdYtZa..:::...: vbesc aici singura</w:t>
      </w:r>
    </w:p>
    <w:p w:rsidR="00AA3B0F" w:rsidRDefault="00AA3B0F" w:rsidP="000F665D">
      <w:r>
        <w:t>Florin Cornea: ne e frica de tine</w:t>
      </w:r>
    </w:p>
    <w:p w:rsidR="00AA3B0F" w:rsidRDefault="00AA3B0F" w:rsidP="000F665D">
      <w:r>
        <w:t xml:space="preserve">...:::..SeNoRiTa kLaUdYtZa..:::...: </w:t>
      </w:r>
    </w:p>
    <w:p w:rsidR="00AA3B0F" w:rsidRDefault="00AA3B0F" w:rsidP="000F665D">
      <w:r>
        <w:t xml:space="preserve">...:::..SeNoRiTa kLaUdYtZa..:::...: nu ma lua cu dinstea sincer n`am chef de glume la ora atsa </w:t>
      </w:r>
    </w:p>
    <w:p w:rsidR="00AA3B0F" w:rsidRDefault="00AA3B0F" w:rsidP="000F665D">
      <w:r>
        <w:t>stefy roberta has joined the conference.</w:t>
      </w:r>
    </w:p>
    <w:p w:rsidR="00AA3B0F" w:rsidRDefault="00AA3B0F" w:rsidP="000F665D"/>
    <w:p w:rsidR="00AA3B0F" w:rsidRDefault="00AA3B0F" w:rsidP="000F665D">
      <w:r>
        <w:t>stefy roberta: nho` numa io cu tine is</w:t>
      </w:r>
    </w:p>
    <w:p w:rsidR="00AA3B0F" w:rsidRDefault="00AA3B0F" w:rsidP="000F665D">
      <w:r>
        <w:t>Florin Cornea: nu</w:t>
      </w:r>
    </w:p>
    <w:p w:rsidR="00AA3B0F" w:rsidRDefault="00AA3B0F" w:rsidP="000F665D">
      <w:r>
        <w:t>stefy roberta: si inna ii</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is da</w:t>
      </w:r>
    </w:p>
    <w:p w:rsidR="00AA3B0F" w:rsidRDefault="00AA3B0F" w:rsidP="000F665D">
      <w:r>
        <w:t>stefy roberta: deci florin..uite o idee la a doua</w:t>
      </w:r>
    </w:p>
    <w:p w:rsidR="00AA3B0F" w:rsidRDefault="00AA3B0F" w:rsidP="000F665D">
      <w:r>
        <w:t>stefy roberta: cu ajutorul functiilor algebrice..se poate masura puterea vantului..viteza..</w:t>
      </w:r>
    </w:p>
    <w:p w:rsidR="00AA3B0F" w:rsidRDefault="00AA3B0F" w:rsidP="000F665D">
      <w:r>
        <w:t>stefy roberta: astea fiind fenomene fizice...</w:t>
      </w:r>
    </w:p>
    <w:p w:rsidR="00AA3B0F" w:rsidRDefault="00AA3B0F" w:rsidP="000F665D">
      <w:r>
        <w:t>stefy roberta: pentru ca fizica nu poate exista fara anumite aspecte din matematica</w:t>
      </w:r>
    </w:p>
    <w:p w:rsidR="00AA3B0F" w:rsidRDefault="00AA3B0F" w:rsidP="000F665D">
      <w:r>
        <w:t>Florin Cornea: dezvolta</w:t>
      </w:r>
    </w:p>
    <w:p w:rsidR="00AA3B0F" w:rsidRDefault="00AA3B0F" w:rsidP="000F665D">
      <w:r>
        <w:t>Florin Cornea: de fapt</w:t>
      </w:r>
    </w:p>
    <w:p w:rsidR="00AA3B0F" w:rsidRDefault="00AA3B0F" w:rsidP="000F665D">
      <w:r>
        <w:t>Florin Cornea: generalizeaza</w:t>
      </w:r>
    </w:p>
    <w:p w:rsidR="00AA3B0F" w:rsidRDefault="00AA3B0F" w:rsidP="000F665D">
      <w:r>
        <w:t xml:space="preserve">stefy roberta: toate fenomenele de pe acest pamant sunta atat fizice cat si chimice.. . Experimentele din Fizica si chimie nu pot fi realizate fara ajutorul ecuatiilor matematice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da fff bun</w:t>
      </w:r>
    </w:p>
    <w:p w:rsidR="00AA3B0F" w:rsidRDefault="00AA3B0F" w:rsidP="000F665D">
      <w:r>
        <w:t>stefy roberta: rezultand ca atat fenomenele fizice cat si cele chimice sunt realizate cu ajutorul unctiilor algebrice</w:t>
      </w:r>
    </w:p>
    <w:p w:rsidR="00AA3B0F" w:rsidRDefault="00AA3B0F" w:rsidP="000F665D">
      <w:r>
        <w:t>stefy roberta: bne`i????</w:t>
      </w:r>
    </w:p>
    <w:p w:rsidR="00AA3B0F" w:rsidRDefault="00AA3B0F" w:rsidP="000F665D">
      <w:r>
        <w:t>Florin Cornea: nu</w:t>
      </w:r>
    </w:p>
    <w:p w:rsidR="00AA3B0F" w:rsidRDefault="00AA3B0F" w:rsidP="000F665D">
      <w:r>
        <w:t>stefy roberta: dc?</w:t>
      </w:r>
    </w:p>
    <w:p w:rsidR="00AA3B0F" w:rsidRDefault="00AA3B0F" w:rsidP="000F665D">
      <w:r>
        <w:t>Florin Cornea: ii de fapt ff gresit</w:t>
      </w:r>
    </w:p>
    <w:p w:rsidR="00AA3B0F" w:rsidRDefault="00AA3B0F" w:rsidP="000F665D">
      <w:r>
        <w:t xml:space="preserve">stefy roberta: </w:t>
      </w:r>
    </w:p>
    <w:p w:rsidR="00AA3B0F" w:rsidRDefault="00AA3B0F" w:rsidP="000F665D">
      <w:r>
        <w:t>stefy roberta: de ceeeeeeee????????</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dc?</w:t>
      </w:r>
    </w:p>
    <w:p w:rsidR="00AA3B0F" w:rsidRDefault="00AA3B0F" w:rsidP="000F665D">
      <w:r>
        <w:t>Florin Cornea: cum doamne iarta-ma</w:t>
      </w:r>
    </w:p>
    <w:p w:rsidR="00AA3B0F" w:rsidRDefault="00AA3B0F" w:rsidP="000F665D">
      <w:r>
        <w:t xml:space="preserve">Florin Cornea: sa fie realizate </w:t>
      </w:r>
    </w:p>
    <w:p w:rsidR="00AA3B0F" w:rsidRDefault="00AA3B0F" w:rsidP="000F665D">
      <w:r>
        <w:t>Florin Cornea: realizate</w:t>
      </w:r>
    </w:p>
    <w:p w:rsidR="00AA3B0F" w:rsidRDefault="00AA3B0F" w:rsidP="000F665D">
      <w:r>
        <w:t>Florin Cornea: cu aj functiilor</w:t>
      </w:r>
    </w:p>
    <w:p w:rsidR="00AA3B0F" w:rsidRDefault="00AA3B0F" w:rsidP="000F665D">
      <w:r>
        <w:t>stefy roberta: sunt modelate na</w:t>
      </w:r>
    </w:p>
    <w:p w:rsidR="00AA3B0F" w:rsidRDefault="00AA3B0F" w:rsidP="000F665D">
      <w:r>
        <w:t xml:space="preserve">stefy roberta: toate fenomenele de pe acest pamant sunta atat fizice cat si chimice.. . Experimentele din Fizica si chimie nu pot fi realizate fara ajutorul ecuatiilor matematice </w:t>
      </w:r>
    </w:p>
    <w:p w:rsidR="00AA3B0F" w:rsidRDefault="00AA3B0F" w:rsidP="000F665D">
      <w:r>
        <w:t>Florin Cornea: asta e alt ceva</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da mai ...ii bine...florin dc nu ii bine?</w:t>
      </w:r>
    </w:p>
    <w:p w:rsidR="00AA3B0F" w:rsidRDefault="00AA3B0F" w:rsidP="000F665D">
      <w:r>
        <w:t>stefy roberta: asta ii bine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asa</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t>stefy roberta: pana aci?</w:t>
      </w:r>
    </w:p>
    <w:p w:rsidR="00AA3B0F" w:rsidRDefault="00AA3B0F" w:rsidP="000F665D">
      <w:r>
        <w:t>stefy roberta: florim</w:t>
      </w:r>
    </w:p>
    <w:p w:rsidR="00AA3B0F" w:rsidRDefault="00AA3B0F" w:rsidP="000F665D">
      <w:r>
        <w:t>stefy roberta: florin*</w:t>
      </w:r>
    </w:p>
    <w:p w:rsidR="00AA3B0F" w:rsidRDefault="00AA3B0F" w:rsidP="000F665D">
      <w:r>
        <w:t>stefy roberta: omule</w:t>
      </w:r>
    </w:p>
    <w:p w:rsidR="00AA3B0F" w:rsidRDefault="00AA3B0F" w:rsidP="000F665D">
      <w:r>
        <w:t>stefy roberta: ii bine pana aci?</w:t>
      </w:r>
    </w:p>
    <w:p w:rsidR="00AA3B0F" w:rsidRDefault="00AA3B0F" w:rsidP="000F665D">
      <w:r>
        <w:t>Florin Cornea: da</w:t>
      </w:r>
    </w:p>
    <w:p w:rsidR="00AA3B0F" w:rsidRDefault="00AA3B0F" w:rsidP="000F665D">
      <w:r>
        <w:t>stefy roberta: bun</w:t>
      </w:r>
    </w:p>
    <w:p w:rsidR="00AA3B0F" w:rsidRDefault="00AA3B0F" w:rsidP="000F665D">
      <w:r>
        <w:t>stefy roberta: toate fenomenele de pe acest pamant sunta atat fizice cat si chimice.. . Experimentele din Fizica si chimie nu pot fi realizate fara ajutorul ecuatiilor matematice, de aici rezultand ca nu ar fi nici un fenomen fizic si nici chimic.Astfel functiile algebrice modeleaza intr`un fel aceste fenomene  fara care lumea nu ar putea trai</w:t>
      </w:r>
    </w:p>
    <w:p w:rsidR="00AA3B0F" w:rsidRDefault="00AA3B0F" w:rsidP="000F665D">
      <w:r>
        <w:t>stefy roberta: nho`...amu ii mai bn?</w:t>
      </w:r>
    </w:p>
    <w:p w:rsidR="00AA3B0F" w:rsidRDefault="00AA3B0F" w:rsidP="000F665D">
      <w:r>
        <w:t>stefy roberta: floriiiiiiin</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din pct meu de vedere ii f bn</w:t>
      </w:r>
    </w:p>
    <w:p w:rsidR="00AA3B0F" w:rsidRDefault="00AA3B0F" w:rsidP="000F665D">
      <w:r>
        <w:t>stefy roberta: tnx</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t xml:space="preserve">stefy roberta: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ce o fi facand florin oare?</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auzi stefi</w:t>
      </w:r>
    </w:p>
    <w:p w:rsidR="00AA3B0F" w:rsidRDefault="00AA3B0F" w:rsidP="000F665D">
      <w:r>
        <w:t>stefy roberta: d</w:t>
      </w:r>
    </w:p>
    <w:p w:rsidR="00AA3B0F" w:rsidRDefault="00AA3B0F" w:rsidP="000F665D">
      <w:r>
        <w:t>stefy roberta: da</w:t>
      </w:r>
    </w:p>
    <w:p w:rsidR="00AA3B0F" w:rsidRDefault="00AA3B0F" w:rsidP="000F665D">
      <w:r>
        <w:t>stefy roberta: zi</w:t>
      </w:r>
    </w:p>
    <w:p w:rsidR="00AA3B0F" w:rsidRDefault="00AA3B0F" w:rsidP="000F665D">
      <w:r>
        <w:t>Florin Cornea: ce insinuezi?</w:t>
      </w:r>
    </w:p>
    <w:p w:rsidR="00AA3B0F" w:rsidRDefault="00AA3B0F" w:rsidP="000F665D">
      <w:r>
        <w:t>Florin Cornea: deci</w:t>
      </w:r>
    </w:p>
    <w:p w:rsidR="00AA3B0F" w:rsidRDefault="00AA3B0F" w:rsidP="000F665D">
      <w:r>
        <w:t xml:space="preserve">stefy roberta: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la "jurnalul meu"</w:t>
      </w:r>
    </w:p>
    <w:p w:rsidR="00AA3B0F" w:rsidRDefault="00AA3B0F" w:rsidP="000F665D">
      <w:r>
        <w:t>Florin Cornea: eu corectez</w:t>
      </w:r>
    </w:p>
    <w:p w:rsidR="00AA3B0F" w:rsidRDefault="00AA3B0F" w:rsidP="000F665D">
      <w:r>
        <w:t>stefy roberta: deci</w:t>
      </w:r>
    </w:p>
    <w:p w:rsidR="00AA3B0F" w:rsidRDefault="00AA3B0F" w:rsidP="000F665D">
      <w:r>
        <w:t>Florin Cornea: pun apartine</w:t>
      </w:r>
    </w:p>
    <w:p w:rsidR="00AA3B0F" w:rsidRDefault="00AA3B0F" w:rsidP="000F665D">
      <w:r>
        <w:t>stefy roberta: citeste</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bbnnn apoi vb</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t>stefy roberta: ok</w:t>
      </w:r>
    </w:p>
    <w:p w:rsidR="00AA3B0F" w:rsidRDefault="00AA3B0F" w:rsidP="000F665D">
      <w:r>
        <w:t>stefy roberta: ok</w:t>
      </w:r>
    </w:p>
    <w:p w:rsidR="00AA3B0F" w:rsidRDefault="00AA3B0F" w:rsidP="000F665D">
      <w:r>
        <w:t>stefy roberta: citeste ce ti`am trm</w:t>
      </w:r>
    </w:p>
    <w:p w:rsidR="00AA3B0F" w:rsidRDefault="00AA3B0F" w:rsidP="000F665D">
      <w:r>
        <w:t>stefy roberta: mai sus</w:t>
      </w:r>
    </w:p>
    <w:p w:rsidR="00AA3B0F" w:rsidRDefault="00AA3B0F" w:rsidP="000F665D">
      <w:r>
        <w:t>stefy roberta: FLORIN</w:t>
      </w:r>
    </w:p>
    <w:p w:rsidR="00AA3B0F" w:rsidRDefault="00AA3B0F" w:rsidP="000F665D">
      <w:r>
        <w:t>Florin Cornea: deci</w:t>
      </w:r>
    </w:p>
    <w:p w:rsidR="00AA3B0F" w:rsidRDefault="00AA3B0F" w:rsidP="000F665D">
      <w:r>
        <w:t>Florin Cornea: nu fenomene</w:t>
      </w:r>
    </w:p>
    <w:p w:rsidR="00AA3B0F" w:rsidRDefault="00AA3B0F" w:rsidP="000F665D">
      <w:r>
        <w:t>Florin Cornea: de nu mai zic</w:t>
      </w:r>
    </w:p>
    <w:p w:rsidR="00AA3B0F" w:rsidRDefault="00AA3B0F" w:rsidP="000F665D">
      <w:r>
        <w:t>stefy roberta: cee?</w:t>
      </w:r>
    </w:p>
    <w:p w:rsidR="00AA3B0F" w:rsidRDefault="00AA3B0F" w:rsidP="000F665D">
      <w:r>
        <w:t>Florin Cornea: lasa</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w:t>
      </w:r>
    </w:p>
    <w:p w:rsidR="00AA3B0F" w:rsidRDefault="00AA3B0F" w:rsidP="000F665D">
      <w:r>
        <w:t>Florin Cornea: ca fac eu mai incolo</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t>stefy roberta: explicate</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zii</w:t>
      </w:r>
    </w:p>
    <w:p w:rsidR="00AA3B0F" w:rsidRDefault="00AA3B0F" w:rsidP="000F665D">
      <w:r>
        <w:t>stefy roberta: ba</w:t>
      </w:r>
    </w:p>
    <w:p w:rsidR="00AA3B0F" w:rsidRDefault="00AA3B0F" w:rsidP="000F665D">
      <w:r>
        <w:t>Florin Cornea: da akm chiar vreau sa termin</w:t>
      </w:r>
    </w:p>
    <w:p w:rsidR="00AA3B0F" w:rsidRDefault="00AA3B0F" w:rsidP="000F665D">
      <w:r>
        <w:t>stefy roberta: florin</w:t>
      </w:r>
    </w:p>
    <w:p w:rsidR="00AA3B0F" w:rsidRDefault="00AA3B0F" w:rsidP="000F665D">
      <w:r>
        <w:t>Florin Cornea: referatul</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aham</w:t>
      </w:r>
    </w:p>
    <w:p w:rsidR="00AA3B0F" w:rsidRDefault="00AA3B0F" w:rsidP="000F665D">
      <w:r>
        <w:t>stefy roberta: zi amu dak ii bine cv de akol</w:t>
      </w:r>
    </w:p>
    <w:p w:rsidR="00AA3B0F" w:rsidRDefault="00AA3B0F" w:rsidP="000F665D">
      <w:r>
        <w:t>stefy roberta: ce am scrs`</w:t>
      </w:r>
    </w:p>
    <w:p w:rsidR="00AA3B0F" w:rsidRDefault="00AA3B0F" w:rsidP="000F665D">
      <w:r>
        <w:t>Florin Cornea: de aici rezultand ca nu ar fi nici un fenomen fizic si nici chimic</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t>Florin Cornea: nu ar fi put fi realizate</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era musai oba</w:t>
      </w:r>
    </w:p>
    <w:p w:rsidR="00AA3B0F" w:rsidRDefault="00AA3B0F" w:rsidP="000F665D">
      <w:r>
        <w:t>Florin Cornea: experimentele</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w:t>
      </w:r>
    </w:p>
    <w:p w:rsidR="00AA3B0F" w:rsidRDefault="00AA3B0F" w:rsidP="000F665D">
      <w:r>
        <w:t>Florin Cornea: fara mate</w:t>
      </w:r>
    </w:p>
    <w:p w:rsidR="00AA3B0F" w:rsidRDefault="00AA3B0F" w:rsidP="000F665D">
      <w:r>
        <w:t>Florin Cornea: nu ca nu ar exista</w:t>
      </w:r>
    </w:p>
    <w:p w:rsidR="00AA3B0F" w:rsidRDefault="00AA3B0F" w:rsidP="000F665D">
      <w:r>
        <w:t>stefy roberta: da nu ar fi posibile</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bn ni`l dai in varianta finala</w:t>
      </w:r>
    </w:p>
    <w:p w:rsidR="00AA3B0F" w:rsidRDefault="00AA3B0F" w:rsidP="000F665D">
      <w:r>
        <w:t>stefy roberta: unele dintre ele</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stefi te apucasi de "jurnalul meu"?</w:t>
      </w:r>
    </w:p>
    <w:p w:rsidR="00AA3B0F" w:rsidRDefault="00AA3B0F" w:rsidP="000F665D">
      <w:r>
        <w:t>stefy roberta: da</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si ce raspunsasi la a 3 a</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t>stefy roberta: functia logariitmica</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de astea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credeam ca despre noi</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nu mate</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t xml:space="preserve">stefy roberta: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adik cam asa credeau toti pe care i`am intrebat</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si la 4</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t>stefy roberta: n`am scr</w:t>
      </w:r>
    </w:p>
    <w:p w:rsidR="00AA3B0F" w:rsidRDefault="00AA3B0F" w:rsidP="000F665D">
      <w:r>
        <w:t xml:space="preserve">stefy roberta: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doamne ca nimik nush</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toate trebuie sa le facem si brosurile alea</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w:t>
      </w:r>
    </w:p>
    <w:p w:rsidR="00AA3B0F" w:rsidRDefault="00AA3B0F" w:rsidP="000F665D">
      <w:r>
        <w:t>stefy roberta: brosurile nu</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Slava Cerului</w:t>
      </w:r>
    </w:p>
    <w:p w:rsidR="00AA3B0F" w:rsidRDefault="00AA3B0F" w:rsidP="000F665D">
      <w:r>
        <w:t>Florin Cornea: ok</w:t>
      </w:r>
    </w:p>
    <w:p w:rsidR="00AA3B0F" w:rsidRDefault="00AA3B0F" w:rsidP="000F665D">
      <w:r>
        <w:t>Florin Cornea: am terminat de corectat</w:t>
      </w:r>
    </w:p>
    <w:p w:rsidR="00AA3B0F" w:rsidRDefault="00AA3B0F" w:rsidP="000F665D">
      <w:r>
        <w:t>Florin Cornea: dar nu l-am imbunatatit</w:t>
      </w:r>
    </w:p>
    <w:p w:rsidR="00AA3B0F" w:rsidRDefault="00AA3B0F" w:rsidP="000F665D">
      <w:r>
        <w:t>stefy roberta: deci</w:t>
      </w:r>
    </w:p>
    <w:p w:rsidR="00AA3B0F" w:rsidRDefault="00AA3B0F" w:rsidP="000F665D">
      <w:r>
        <w:t>Florin Cornea: fie akm</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t>stefy roberta: yes</w:t>
      </w:r>
    </w:p>
    <w:p w:rsidR="00AA3B0F" w:rsidRDefault="00AA3B0F" w:rsidP="000F665D">
      <w:r>
        <w:t>Florin Cornea: da-mi te rog a 2-a intrebare</w:t>
      </w:r>
    </w:p>
    <w:p w:rsidR="00AA3B0F" w:rsidRDefault="00AA3B0F" w:rsidP="000F665D">
      <w:r>
        <w:t>stefy roberta: bun</w:t>
      </w:r>
    </w:p>
    <w:p w:rsidR="00AA3B0F" w:rsidRDefault="00AA3B0F" w:rsidP="000F665D">
      <w:r>
        <w:t>stefy roberta: stai</w:t>
      </w:r>
    </w:p>
    <w:p w:rsidR="00AA3B0F" w:rsidRDefault="00AA3B0F" w:rsidP="000F665D">
      <w:r>
        <w:t>stefy roberta: Ar putea funcţile algebrice să modeleze fenomene din viaţa de zi cu zi?</w:t>
      </w:r>
    </w:p>
    <w:p w:rsidR="00AA3B0F" w:rsidRDefault="00AA3B0F" w:rsidP="000F665D">
      <w:r>
        <w:t>stefy roberta: de asta ziceam io de fen</w:t>
      </w:r>
    </w:p>
    <w:p w:rsidR="00AA3B0F" w:rsidRDefault="00AA3B0F" w:rsidP="000F665D">
      <w:r>
        <w:t xml:space="preserve">stefy roberta: </w:t>
      </w:r>
    </w:p>
    <w:p w:rsidR="00AA3B0F" w:rsidRDefault="00AA3B0F" w:rsidP="000F665D">
      <w:r>
        <w:t>Florin Cornea: ar putea?</w:t>
      </w:r>
    </w:p>
    <w:p w:rsidR="00AA3B0F" w:rsidRDefault="00AA3B0F" w:rsidP="000F665D">
      <w:r>
        <w:t>Florin Cornea: asta e intrebarea</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da</w:t>
      </w:r>
    </w:p>
    <w:p w:rsidR="00AA3B0F" w:rsidRDefault="00AA3B0F" w:rsidP="000F665D">
      <w:r>
        <w:t>stefy roberta: da</w:t>
      </w:r>
    </w:p>
    <w:p w:rsidR="00AA3B0F" w:rsidRDefault="00AA3B0F" w:rsidP="000F665D">
      <w:r>
        <w:t>Florin Cornea: deci la asta trebuie dat raspuns</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da</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t>stefy roberta: pt ca: toate fenomenele de pe acest pamant sunta atat fizice cat si chimice.. . Experimentele din Fizica si chimie nu pot fi realizate fara ajutorul ecuatiilor matematice, de aici rezultand ca nu ar fi nici un fenomen fizic si nici chimic.Astfel functiile algebrice modeleaza intr`un fel aceste fenomene  fara care lumea nu ar putea trai</w:t>
      </w:r>
    </w:p>
    <w:p w:rsidR="00AA3B0F" w:rsidRDefault="00AA3B0F" w:rsidP="000F665D">
      <w:r>
        <w:t>stefy roberta: o venit madda`</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t>stefy roberta: florin</w:t>
      </w:r>
    </w:p>
    <w:p w:rsidR="00AA3B0F" w:rsidRDefault="00AA3B0F" w:rsidP="000F665D">
      <w:r>
        <w:t>stefy roberta: unde`i?</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t xml:space="preserve">stefy roberta: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heyy</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ce s-o intamplat</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w:t>
      </w:r>
    </w:p>
    <w:p w:rsidR="00AA3B0F" w:rsidRDefault="00AA3B0F" w:rsidP="000F665D">
      <w:r>
        <w:t>stefy roberta: pana amu nmk</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pff</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mai poti stefi</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io nu mai pot de somn</w:t>
      </w:r>
    </w:p>
    <w:p w:rsidR="00AA3B0F" w:rsidRDefault="00AA3B0F" w:rsidP="000F665D">
      <w:r>
        <w:t>Florin Cornea: mai stai 5 min</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mai stau</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mai</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t>stefy roberta: mai oleak</w:t>
      </w:r>
    </w:p>
    <w:p w:rsidR="00AA3B0F" w:rsidRDefault="00AA3B0F" w:rsidP="000F665D">
      <w:r>
        <w:t xml:space="preserve">stefy roberta: </w:t>
      </w:r>
    </w:p>
    <w:p w:rsidR="00AA3B0F" w:rsidRDefault="00AA3B0F" w:rsidP="000F665D">
      <w:r>
        <w:t>Florin Cornea: mai e cineva?</w:t>
      </w:r>
    </w:p>
    <w:p w:rsidR="00AA3B0F" w:rsidRDefault="00AA3B0F" w:rsidP="000F665D">
      <w:r>
        <w:t>stefy roberta: dfa</w:t>
      </w:r>
    </w:p>
    <w:p w:rsidR="00AA3B0F" w:rsidRDefault="00AA3B0F" w:rsidP="000F665D">
      <w:r>
        <w:t>stefy roberta: da</w:t>
      </w:r>
    </w:p>
    <w:p w:rsidR="00AA3B0F" w:rsidRDefault="00AA3B0F" w:rsidP="000F665D">
      <w:r>
        <w:t>stefy roberta: is si eu si mada</w:t>
      </w:r>
    </w:p>
    <w:p w:rsidR="00AA3B0F" w:rsidRDefault="00AA3B0F" w:rsidP="000F665D">
      <w:r>
        <w:t>Florin Cornea: Ar putea funcţile algebrice să modeleze fenomene din viaţa de zi cu zi?</w:t>
      </w:r>
    </w:p>
    <w:p w:rsidR="00AA3B0F" w:rsidRDefault="00AA3B0F" w:rsidP="000F665D"/>
    <w:p w:rsidR="00AA3B0F" w:rsidRDefault="00AA3B0F" w:rsidP="000F665D">
      <w:r>
        <w:t>Da, cu ajutorul functiilor algebrice, s-a reusit descoperirea unor fenomene naturale, inainte ca acestea sa se produca si asa au putut fi prevenite. Experimentele stiintifice, au la baza calcule matematice, de exemplu obiectelor care trebuie sa li se reduca pagubele produse la  impact, sunt subiectele foarte multor teste, teste care au la baza calcularea cat mai precisa a unghiurilor care se formeaza la impact.</w:t>
      </w:r>
    </w:p>
    <w:p w:rsidR="00AA3B0F" w:rsidRDefault="00AA3B0F" w:rsidP="000F665D">
      <w:r>
        <w:t>In concluzie, functiile algebrice au un impact extraordinar asupra vietii pe care o cunoastem (plina de masini, avioane, etc) .</w:t>
      </w:r>
    </w:p>
    <w:p w:rsidR="00AA3B0F" w:rsidRDefault="00AA3B0F" w:rsidP="000F665D"/>
    <w:p w:rsidR="00AA3B0F" w:rsidRDefault="00AA3B0F" w:rsidP="000F665D">
      <w:r>
        <w:t>stefy roberta: super</w:t>
      </w:r>
    </w:p>
    <w:p w:rsidR="00AA3B0F" w:rsidRDefault="00AA3B0F" w:rsidP="000F665D">
      <w:r>
        <w:t>stefy roberta: ii bun</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da si mie ii place</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t>stefy roberta: da stai sa`i trm si la madda</w:t>
      </w:r>
    </w:p>
    <w:p w:rsidR="00AA3B0F" w:rsidRDefault="00AA3B0F" w:rsidP="000F665D">
      <w:r>
        <w:t>Florin Cornea: am tr eu</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si eu i`am trm</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t xml:space="preserve">stefy roberta: </w:t>
      </w:r>
    </w:p>
    <w:p w:rsidR="00AA3B0F" w:rsidRDefault="00AA3B0F" w:rsidP="000F665D">
      <w:r>
        <w:t>stefy roberta: tati 3</w:t>
      </w:r>
    </w:p>
    <w:p w:rsidR="00AA3B0F" w:rsidRDefault="00AA3B0F" w:rsidP="000F665D">
      <w:r>
        <w:t xml:space="preserve">stefy roberta: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da</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t>stefy roberta: gatai cu jurnalu` meu</w:t>
      </w:r>
    </w:p>
    <w:p w:rsidR="00AA3B0F" w:rsidRDefault="00AA3B0F" w:rsidP="000F665D">
      <w:r>
        <w:t xml:space="preserve">stefy roberta: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ce ai rasp la 4</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ba asta nu are leg cu mate io asa zic</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xml:space="preserve">: </w:t>
      </w:r>
    </w:p>
    <w:p w:rsidR="00AA3B0F" w:rsidRDefault="00AA3B0F" w:rsidP="000F665D">
      <w:r>
        <w:t>stefy roberta: Definirea functiei logaritmice a proprietatilor si trasarea graficelor.</w:t>
      </w:r>
    </w:p>
    <w:p w:rsidR="00AA3B0F"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io fac ca si tine</w:t>
      </w:r>
    </w:p>
    <w:p w:rsidR="00AA3B0F" w:rsidRDefault="00AA3B0F" w:rsidP="000F665D">
      <w:r>
        <w:t>stefy roberta: ioai</w:t>
      </w:r>
    </w:p>
    <w:p w:rsidR="00AA3B0F" w:rsidRDefault="00AA3B0F" w:rsidP="000F665D">
      <w:r>
        <w:t>stefy roberta: da nu la fel</w:t>
      </w:r>
    </w:p>
    <w:p w:rsidR="00AA3B0F" w:rsidRDefault="00AA3B0F" w:rsidP="000F665D">
      <w:r>
        <w:t>stefy roberta: fix</w:t>
      </w:r>
    </w:p>
    <w:p w:rsidR="00AA3B0F" w:rsidRDefault="00AA3B0F" w:rsidP="000F665D">
      <w:r>
        <w:t>stefy roberta: modificacv</w:t>
      </w:r>
    </w:p>
    <w:p w:rsidR="00AA3B0F" w:rsidRDefault="00AA3B0F" w:rsidP="000F665D">
      <w:r>
        <w:t>Florin Cornea: hai</w:t>
      </w:r>
    </w:p>
    <w:p w:rsidR="00AA3B0F" w:rsidRDefault="00AA3B0F" w:rsidP="000F665D">
      <w:r>
        <w:t>Florin Cornea: ca o sa copiez</w:t>
      </w:r>
    </w:p>
    <w:p w:rsidR="00AA3B0F" w:rsidRDefault="00AA3B0F" w:rsidP="000F665D">
      <w:r>
        <w:t>Florin Cornea: confeinta</w:t>
      </w:r>
    </w:p>
    <w:p w:rsidR="00AA3B0F" w:rsidRDefault="00AA3B0F" w:rsidP="000F665D">
      <w:r>
        <w:t>stefy roberta: ce?</w:t>
      </w:r>
    </w:p>
    <w:p w:rsidR="00AA3B0F" w:rsidRDefault="00AA3B0F" w:rsidP="000F665D">
      <w:r>
        <w:t>stefy roberta: aa</w:t>
      </w:r>
    </w:p>
    <w:p w:rsidR="00AA3B0F" w:rsidRDefault="00AA3B0F" w:rsidP="000F665D">
      <w:r>
        <w:t>stefy roberta: ok</w:t>
      </w:r>
    </w:p>
    <w:p w:rsidR="00AA3B0F" w:rsidRDefault="00AA3B0F" w:rsidP="000F665D">
      <w:r>
        <w:t xml:space="preserve">stefy roberta: </w:t>
      </w:r>
    </w:p>
    <w:p w:rsidR="00AA3B0F" w:rsidRPr="000F665D" w:rsidRDefault="00AA3B0F" w:rsidP="000F665D">
      <w:r>
        <w:rPr>
          <w:rFonts w:ascii="Sylfaen" w:hAnsi="Sylfaen" w:cs="Sylfaen"/>
        </w:rPr>
        <w:t>ღ</w:t>
      </w:r>
      <w:r>
        <w:rPr>
          <w:rFonts w:ascii="Arial" w:hAnsi="Arial" w:cs="Arial"/>
        </w:rPr>
        <w:t>♥</w:t>
      </w:r>
      <w:r>
        <w:t>!InNa</w:t>
      </w:r>
      <w:r>
        <w:rPr>
          <w:rFonts w:ascii="Arial" w:hAnsi="Arial" w:cs="Arial"/>
        </w:rPr>
        <w:t>♥</w:t>
      </w:r>
      <w:r>
        <w:rPr>
          <w:rFonts w:ascii="Sylfaen" w:hAnsi="Sylfaen" w:cs="Sylfaen"/>
        </w:rPr>
        <w:t>ღ</w:t>
      </w:r>
      <w:r>
        <w:t>: copiaz`o</w:t>
      </w:r>
    </w:p>
    <w:sectPr w:rsidR="00AA3B0F" w:rsidRPr="000F665D" w:rsidSect="00E66445">
      <w:pgSz w:w="12240" w:h="15840"/>
      <w:pgMar w:top="1417" w:right="1417" w:bottom="1417" w:left="141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70CEA"/>
    <w:rsid w:val="000F665D"/>
    <w:rsid w:val="00160F7C"/>
    <w:rsid w:val="001830F6"/>
    <w:rsid w:val="002626D1"/>
    <w:rsid w:val="00570CEA"/>
    <w:rsid w:val="00753B28"/>
    <w:rsid w:val="007F31D0"/>
    <w:rsid w:val="00AA3B0F"/>
    <w:rsid w:val="00E66445"/>
    <w:rsid w:val="00ED3C60"/>
    <w:rsid w:val="00FC321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6445"/>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570C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70CE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43</Pages>
  <Words>6009</Words>
  <Characters>-32766</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Nicu</dc:creator>
  <cp:keywords/>
  <dc:description/>
  <cp:lastModifiedBy>Jeni</cp:lastModifiedBy>
  <cp:revision>2</cp:revision>
  <dcterms:created xsi:type="dcterms:W3CDTF">2011-02-24T17:43:00Z</dcterms:created>
  <dcterms:modified xsi:type="dcterms:W3CDTF">2011-02-24T17:44:00Z</dcterms:modified>
</cp:coreProperties>
</file>